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CDB66" w14:textId="2BC0BDB3" w:rsidR="00946D99" w:rsidRPr="00946D99" w:rsidRDefault="00946D99" w:rsidP="00946D99">
      <w:pPr>
        <w:widowControl/>
        <w:autoSpaceDE/>
        <w:autoSpaceDN/>
        <w:adjustRightInd/>
        <w:jc w:val="right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946D99">
        <w:rPr>
          <w:rFonts w:ascii="Times New Roman" w:hAnsi="Times New Roman"/>
          <w:sz w:val="24"/>
          <w:szCs w:val="24"/>
          <w:u w:val="single"/>
        </w:rPr>
        <w:t xml:space="preserve">Projekt z </w:t>
      </w:r>
      <w:r w:rsidR="00F86F02">
        <w:rPr>
          <w:rFonts w:ascii="Times New Roman" w:hAnsi="Times New Roman"/>
          <w:sz w:val="24"/>
          <w:szCs w:val="24"/>
          <w:u w:val="single"/>
        </w:rPr>
        <w:t>14.12</w:t>
      </w:r>
      <w:r w:rsidRPr="00946D99">
        <w:rPr>
          <w:rFonts w:ascii="Times New Roman" w:hAnsi="Times New Roman"/>
          <w:sz w:val="24"/>
          <w:szCs w:val="24"/>
          <w:u w:val="single"/>
        </w:rPr>
        <w:t>.2018 r.</w:t>
      </w:r>
    </w:p>
    <w:p w14:paraId="6E39A621" w14:textId="77777777" w:rsidR="00946D99" w:rsidRDefault="00946D99" w:rsidP="007D373E">
      <w:pPr>
        <w:pStyle w:val="OZNRODZAKTUtznustawalubrozporzdzenieiorganwydajcy"/>
      </w:pPr>
    </w:p>
    <w:p w14:paraId="34A7242B" w14:textId="77777777" w:rsidR="007D373E" w:rsidRPr="007D373E" w:rsidRDefault="007D373E" w:rsidP="007D373E">
      <w:pPr>
        <w:pStyle w:val="OZNRODZAKTUtznustawalubrozporzdzenieiorganwydajcy"/>
      </w:pPr>
      <w:r w:rsidRPr="007D373E">
        <w:t>ROZPORZĄDZENIE</w:t>
      </w:r>
    </w:p>
    <w:p w14:paraId="0B2359EB" w14:textId="77777777" w:rsidR="007D373E" w:rsidRPr="00A042E0" w:rsidRDefault="007D373E" w:rsidP="007D373E">
      <w:pPr>
        <w:pStyle w:val="OZNRODZAKTUtznustawalubrozporzdzenieiorganwydajcy"/>
        <w:rPr>
          <w:rStyle w:val="IGindeksgrny"/>
        </w:rPr>
      </w:pPr>
      <w:r w:rsidRPr="007D373E">
        <w:t>MINISTRA CYFRYZACJI</w:t>
      </w:r>
      <w:r w:rsidR="00CB5414">
        <w:rPr>
          <w:rStyle w:val="Odwoanieprzypisudolnego"/>
        </w:rPr>
        <w:footnoteReference w:id="1"/>
      </w:r>
      <w:r w:rsidR="00A042E0">
        <w:rPr>
          <w:rStyle w:val="IGindeksgrny"/>
        </w:rPr>
        <w:t>)</w:t>
      </w:r>
    </w:p>
    <w:p w14:paraId="663D4D1B" w14:textId="77777777" w:rsidR="007D373E" w:rsidRPr="007D373E" w:rsidRDefault="007D373E" w:rsidP="007D373E">
      <w:pPr>
        <w:pStyle w:val="DATAAKTUdatauchwalenialubwydaniaaktu"/>
      </w:pPr>
      <w:r w:rsidRPr="007D373E">
        <w:t>z dnia…… 201</w:t>
      </w:r>
      <w:r w:rsidR="00A968A5">
        <w:t>8</w:t>
      </w:r>
      <w:r w:rsidRPr="007D373E">
        <w:t xml:space="preserve"> r.</w:t>
      </w:r>
    </w:p>
    <w:p w14:paraId="58C4029D" w14:textId="77777777" w:rsidR="007D373E" w:rsidRPr="007D373E" w:rsidRDefault="007D373E" w:rsidP="007D373E">
      <w:pPr>
        <w:pStyle w:val="TYTUAKTUprzedmiotregulacjiustawylubrozporzdzenia"/>
      </w:pPr>
      <w:r w:rsidRPr="007D373E">
        <w:t>zmieniające rozporządzenie w sprawie prowadzenia katalogu marek i typów pojazdów homologowanych oraz dopuszczonych do ruchu na terytorium Rzeczypospolitej Polskiej</w:t>
      </w:r>
    </w:p>
    <w:p w14:paraId="72A519E6" w14:textId="77777777" w:rsidR="007D373E" w:rsidRPr="007D373E" w:rsidRDefault="007D373E" w:rsidP="007D373E">
      <w:pPr>
        <w:pStyle w:val="NIEARTTEKSTtekstnieartykuowanynppodstprawnarozplubpreambua"/>
      </w:pPr>
      <w:r w:rsidRPr="007D373E">
        <w:t>Na podstawie art. 80bh ust. 9 ustawy z dnia 20 czerwca 1997 r. - Prawo o ruchu drogowym (</w:t>
      </w:r>
      <w:r w:rsidR="00946D99" w:rsidRPr="006D37C9">
        <w:t>Dz. U. z 201</w:t>
      </w:r>
      <w:r w:rsidR="00946D99">
        <w:t>8</w:t>
      </w:r>
      <w:r w:rsidR="00946D99" w:rsidRPr="006D37C9">
        <w:t xml:space="preserve"> r. poz. </w:t>
      </w:r>
      <w:r w:rsidR="00946D99">
        <w:t>1990</w:t>
      </w:r>
      <w:r w:rsidRPr="007D373E">
        <w:t>) zarządza się, co następuje:</w:t>
      </w:r>
    </w:p>
    <w:p w14:paraId="42DF76BA" w14:textId="784C9D7F" w:rsidR="007D373E" w:rsidRPr="00FA71BF" w:rsidRDefault="007D373E" w:rsidP="00FA71BF">
      <w:pPr>
        <w:pStyle w:val="ARTartustawynprozporzdzenia"/>
      </w:pPr>
      <w:r w:rsidRPr="00FA71BF">
        <w:rPr>
          <w:rStyle w:val="Ppogrubienie"/>
          <w:b w:val="0"/>
        </w:rPr>
        <w:t>§ 1.</w:t>
      </w:r>
      <w:r w:rsidRPr="00FA71BF">
        <w:t xml:space="preserve"> W rozporządzeniu Ministra Cyfryzacji z dnia 7 kwietnia 2016 r. w sprawie prowadzenia katalogu marek i typów pojazdów homologowanych oraz dopuszczonych do ruchu na terytorium Rzeczypospolitej Polskiej </w:t>
      </w:r>
      <w:r w:rsidR="0024057A">
        <w:t>(Dz. U. poz. 483 i</w:t>
      </w:r>
      <w:r w:rsidR="0056256A" w:rsidRPr="00FA71BF">
        <w:t xml:space="preserve"> 2211</w:t>
      </w:r>
      <w:r w:rsidR="0024057A">
        <w:t xml:space="preserve"> oraz z 2017 r. poz.</w:t>
      </w:r>
      <w:r w:rsidR="00F86F02">
        <w:t xml:space="preserve"> </w:t>
      </w:r>
      <w:r w:rsidR="003630EE" w:rsidRPr="00FA71BF">
        <w:t>2087</w:t>
      </w:r>
      <w:r w:rsidR="0056256A" w:rsidRPr="00FA71BF">
        <w:t xml:space="preserve">) </w:t>
      </w:r>
      <w:r w:rsidR="00F86F02" w:rsidRPr="00F86F02">
        <w:t>w § 3</w:t>
      </w:r>
      <w:r w:rsidR="00F86F02">
        <w:t xml:space="preserve"> </w:t>
      </w:r>
      <w:r w:rsidRPr="00FA71BF">
        <w:t>wprowadza się następujące zmiany:</w:t>
      </w:r>
    </w:p>
    <w:p w14:paraId="11DAA640" w14:textId="77777777" w:rsidR="003630EE" w:rsidRPr="00FA71BF" w:rsidRDefault="00A042E0" w:rsidP="00FA71BF">
      <w:pPr>
        <w:pStyle w:val="PKTpunkt"/>
      </w:pPr>
      <w:r w:rsidRPr="00FA71BF">
        <w:t xml:space="preserve">1) </w:t>
      </w:r>
      <w:r w:rsidR="003630EE" w:rsidRPr="00FA71BF">
        <w:t>pkt 30 otrzymuje brzmienie:</w:t>
      </w:r>
    </w:p>
    <w:p w14:paraId="0C288F37" w14:textId="77777777" w:rsidR="003630EE" w:rsidRPr="00FA71BF" w:rsidRDefault="00FA71BF" w:rsidP="00FA71BF">
      <w:pPr>
        <w:pStyle w:val="ZPKTzmpktartykuempunktem"/>
      </w:pPr>
      <w:r>
        <w:t>„30)</w:t>
      </w:r>
      <w:r>
        <w:tab/>
      </w:r>
      <w:r w:rsidR="003630EE" w:rsidRPr="00FA71BF">
        <w:t xml:space="preserve">zużycie paliwa dla każdego wymienionego w pkt </w:t>
      </w:r>
      <w:r w:rsidR="00A042E0" w:rsidRPr="00FA71BF">
        <w:t>21</w:t>
      </w:r>
      <w:r w:rsidR="003630EE" w:rsidRPr="00FA71BF">
        <w:t>-2</w:t>
      </w:r>
      <w:r w:rsidR="00A042E0" w:rsidRPr="00FA71BF">
        <w:t>3</w:t>
      </w:r>
      <w:r w:rsidR="003630EE" w:rsidRPr="00FA71BF">
        <w:t xml:space="preserve"> rodzaju paliwa, jeżeli dotyczy;”</w:t>
      </w:r>
      <w:r>
        <w:t>;</w:t>
      </w:r>
    </w:p>
    <w:p w14:paraId="0B0AD9AC" w14:textId="77777777" w:rsidR="003630EE" w:rsidRPr="00FA71BF" w:rsidRDefault="00A042E0" w:rsidP="00FA71BF">
      <w:pPr>
        <w:pStyle w:val="PKTpunkt"/>
      </w:pPr>
      <w:r w:rsidRPr="00FA71BF">
        <w:t xml:space="preserve">2) </w:t>
      </w:r>
      <w:r w:rsidR="003630EE" w:rsidRPr="00FA71BF">
        <w:t>pkt 35 otrzymuje brzmienie:</w:t>
      </w:r>
    </w:p>
    <w:p w14:paraId="3A4D40CD" w14:textId="77777777" w:rsidR="003630EE" w:rsidRPr="00FA71BF" w:rsidRDefault="003630EE" w:rsidP="00FA71BF">
      <w:pPr>
        <w:pStyle w:val="ZPKTzmpktartykuempunktem"/>
      </w:pPr>
      <w:r w:rsidRPr="00FA71BF">
        <w:t>„</w:t>
      </w:r>
      <w:r w:rsidR="00FA71BF">
        <w:t>35)</w:t>
      </w:r>
      <w:r w:rsidR="00FA71BF">
        <w:tab/>
      </w:r>
      <w:r w:rsidRPr="00FA71BF">
        <w:t>redukcję emisji spalin w wyniku zastosowania technologii innowacyjnej lub grupy technologii innowacyjnych dla każdego wymienionego w pkt 2</w:t>
      </w:r>
      <w:r w:rsidR="00A042E0" w:rsidRPr="00FA71BF">
        <w:t>1</w:t>
      </w:r>
      <w:r w:rsidRPr="00FA71BF">
        <w:t>-2</w:t>
      </w:r>
      <w:r w:rsidR="00A042E0" w:rsidRPr="00FA71BF">
        <w:t>3</w:t>
      </w:r>
      <w:r w:rsidRPr="00FA71BF">
        <w:t xml:space="preserve"> rodzaju paliwa, jeżeli dotyczy;”</w:t>
      </w:r>
      <w:r w:rsidR="00FA71BF">
        <w:t>;</w:t>
      </w:r>
    </w:p>
    <w:p w14:paraId="40BBBD7B" w14:textId="5A932FAA" w:rsidR="003630EE" w:rsidRPr="00FA71BF" w:rsidRDefault="00A042E0" w:rsidP="00FA71BF">
      <w:pPr>
        <w:pStyle w:val="PKTpunkt"/>
      </w:pPr>
      <w:r w:rsidRPr="00FA71BF">
        <w:t xml:space="preserve">3) </w:t>
      </w:r>
      <w:r w:rsidR="003630EE" w:rsidRPr="00FA71BF">
        <w:t>w pkt 56 kropkę zastępuje się średnikiem</w:t>
      </w:r>
      <w:r w:rsidR="00F86F02">
        <w:t xml:space="preserve"> i </w:t>
      </w:r>
      <w:r w:rsidR="003630EE" w:rsidRPr="00FA71BF">
        <w:t>dodaje się pkt 57</w:t>
      </w:r>
      <w:r w:rsidR="003E718A" w:rsidRPr="00FA71BF">
        <w:t>–</w:t>
      </w:r>
      <w:r w:rsidR="003630EE" w:rsidRPr="00FA71BF">
        <w:t>61</w:t>
      </w:r>
      <w:r w:rsidR="003E718A" w:rsidRPr="00FA71BF">
        <w:t xml:space="preserve"> </w:t>
      </w:r>
      <w:r w:rsidR="003630EE" w:rsidRPr="00FA71BF">
        <w:t>w brzmieniu:</w:t>
      </w:r>
    </w:p>
    <w:p w14:paraId="7D60FCAF" w14:textId="77777777" w:rsidR="003630EE" w:rsidRPr="00FA71BF" w:rsidRDefault="00FA71BF" w:rsidP="00FA71BF">
      <w:pPr>
        <w:pStyle w:val="ZPKTzmpktartykuempunktem"/>
      </w:pPr>
      <w:r>
        <w:t>„57)</w:t>
      </w:r>
      <w:r>
        <w:tab/>
      </w:r>
      <w:r w:rsidR="003630EE" w:rsidRPr="00FA71BF">
        <w:t>masę pojazdu podstawowego gotowego do jazdy</w:t>
      </w:r>
      <w:r w:rsidR="003C3070" w:rsidRPr="00FA71BF">
        <w:t>, jeżeli dotyczy</w:t>
      </w:r>
      <w:r w:rsidR="003630EE" w:rsidRPr="00FA71BF">
        <w:t>;</w:t>
      </w:r>
    </w:p>
    <w:p w14:paraId="0CCAC016" w14:textId="77777777" w:rsidR="003630EE" w:rsidRPr="00FA71BF" w:rsidRDefault="00FA71BF" w:rsidP="00FA71BF">
      <w:pPr>
        <w:pStyle w:val="ZPKTzmpktartykuempunktem"/>
      </w:pPr>
      <w:r>
        <w:t>58)</w:t>
      </w:r>
      <w:r>
        <w:tab/>
      </w:r>
      <w:r w:rsidR="003630EE" w:rsidRPr="00FA71BF">
        <w:t xml:space="preserve">masę próbną, jeżeli dotyczy; </w:t>
      </w:r>
    </w:p>
    <w:p w14:paraId="5937BEDE" w14:textId="77777777" w:rsidR="003630EE" w:rsidRPr="00FA71BF" w:rsidRDefault="00FA71BF" w:rsidP="00FA71BF">
      <w:pPr>
        <w:pStyle w:val="ZPKTzmpktartykuempunktem"/>
      </w:pPr>
      <w:r>
        <w:t>59)</w:t>
      </w:r>
      <w:r>
        <w:tab/>
      </w:r>
      <w:r w:rsidR="003630EE" w:rsidRPr="00FA71BF">
        <w:t>współczynnik odchylenia, jeżeli dotyczy;</w:t>
      </w:r>
    </w:p>
    <w:p w14:paraId="4AA2314D" w14:textId="77777777" w:rsidR="003630EE" w:rsidRPr="00FA71BF" w:rsidRDefault="00FA71BF" w:rsidP="00FA71BF">
      <w:pPr>
        <w:pStyle w:val="ZPKTzmpktartykuempunktem"/>
      </w:pPr>
      <w:r>
        <w:t>60)</w:t>
      </w:r>
      <w:r>
        <w:tab/>
      </w:r>
      <w:r w:rsidR="003630EE" w:rsidRPr="00FA71BF">
        <w:t>współczynnik korelacji, jeżeli dotyczy;</w:t>
      </w:r>
    </w:p>
    <w:p w14:paraId="4B4A2AF8" w14:textId="77777777" w:rsidR="003630EE" w:rsidRPr="00FA71BF" w:rsidRDefault="00FA71BF" w:rsidP="00FA71BF">
      <w:pPr>
        <w:pStyle w:val="ZPKTzmpktartykuempunktem"/>
      </w:pPr>
      <w:r>
        <w:t>61)</w:t>
      </w:r>
      <w:r>
        <w:tab/>
      </w:r>
      <w:r w:rsidR="003630EE" w:rsidRPr="00FA71BF">
        <w:t>numer identyfikacyjny rodziny pojazdów, jeżeli dotyczy.”</w:t>
      </w:r>
      <w:r w:rsidR="00A042E0" w:rsidRPr="00FA71BF">
        <w:t>.</w:t>
      </w:r>
    </w:p>
    <w:p w14:paraId="7E9A0FEF" w14:textId="4D8AC98F" w:rsidR="0001752D" w:rsidRDefault="007D373E" w:rsidP="00336429">
      <w:pPr>
        <w:pStyle w:val="ARTartustawynprozporzdzenia"/>
      </w:pPr>
      <w:r w:rsidRPr="00FA71BF">
        <w:rPr>
          <w:rStyle w:val="Ppogrubienie"/>
          <w:b w:val="0"/>
        </w:rPr>
        <w:t>§ 2. </w:t>
      </w:r>
      <w:r w:rsidRPr="00FA71BF">
        <w:t xml:space="preserve">Rozporządzenie wchodzi w życie z dniem </w:t>
      </w:r>
      <w:r w:rsidR="007F4147" w:rsidRPr="00FA71BF">
        <w:t>następującym po dniu ogłoszenia</w:t>
      </w:r>
      <w:r w:rsidRPr="00FA71BF">
        <w:t>.</w:t>
      </w:r>
    </w:p>
    <w:p w14:paraId="7762466C" w14:textId="77777777" w:rsidR="0001752D" w:rsidRDefault="0001752D" w:rsidP="00FA71BF">
      <w:pPr>
        <w:pStyle w:val="ARTartustawynprozporzdzenia"/>
      </w:pPr>
    </w:p>
    <w:p w14:paraId="10348E28" w14:textId="77777777" w:rsidR="0001752D" w:rsidRPr="00FA71BF" w:rsidRDefault="0001752D" w:rsidP="00FA71BF">
      <w:pPr>
        <w:pStyle w:val="ARTartustawynprozporzdzenia"/>
      </w:pPr>
    </w:p>
    <w:p w14:paraId="1ADA2CB8" w14:textId="77777777" w:rsidR="007D373E" w:rsidRDefault="007D373E" w:rsidP="00336429">
      <w:pPr>
        <w:pStyle w:val="NAZORGWYDnazwaorganuwydajcegoprojektowanyakt"/>
      </w:pPr>
      <w:r w:rsidRPr="007D373E">
        <w:t xml:space="preserve">MINISTER </w:t>
      </w:r>
      <w:r w:rsidRPr="00336429">
        <w:t>CYFRYZACJI</w:t>
      </w:r>
    </w:p>
    <w:p w14:paraId="18C937AD" w14:textId="77777777" w:rsidR="003A78CF" w:rsidRDefault="003A78CF" w:rsidP="003A78CF">
      <w:pPr>
        <w:pStyle w:val="TEKSTwporozumieniu"/>
        <w:rPr>
          <w:rStyle w:val="Ppogrubienie"/>
          <w:b/>
        </w:rPr>
      </w:pPr>
    </w:p>
    <w:p w14:paraId="7A69AFED" w14:textId="77777777" w:rsidR="003A78CF" w:rsidRDefault="003A78CF" w:rsidP="003A78CF">
      <w:pPr>
        <w:pStyle w:val="TEKSTwporozumieniu"/>
        <w:rPr>
          <w:rStyle w:val="Ppogrubienie"/>
          <w:b/>
        </w:rPr>
      </w:pPr>
    </w:p>
    <w:p w14:paraId="73DE7616" w14:textId="38651451" w:rsidR="003A78CF" w:rsidRPr="003A78CF" w:rsidRDefault="004E1429" w:rsidP="003A78CF">
      <w:pPr>
        <w:pStyle w:val="TEKSTwporozumieniu"/>
      </w:pPr>
      <w:r w:rsidRPr="00336429">
        <w:rPr>
          <w:rStyle w:val="Ppogrubienie"/>
          <w:b/>
        </w:rPr>
        <w:t>w porozumieniu</w:t>
      </w:r>
      <w:r w:rsidR="003A78CF">
        <w:rPr>
          <w:rStyle w:val="Ppogrubienie"/>
          <w:b/>
        </w:rPr>
        <w:t>:</w:t>
      </w:r>
    </w:p>
    <w:p w14:paraId="6E8B1999" w14:textId="77777777" w:rsidR="007D373E" w:rsidRPr="00336429" w:rsidRDefault="004E1429" w:rsidP="00336429">
      <w:pPr>
        <w:pStyle w:val="NAZORGWPOROZUMIENIUnazwaorganuwporozumieniuzktrymaktjestwydawany"/>
      </w:pPr>
      <w:r w:rsidRPr="00336429">
        <w:t xml:space="preserve">minister infrastruktury </w:t>
      </w:r>
    </w:p>
    <w:p w14:paraId="6961ECC1" w14:textId="79FD194E" w:rsidR="004E1429" w:rsidRPr="00336429" w:rsidRDefault="004E1429" w:rsidP="00336429">
      <w:pPr>
        <w:pStyle w:val="NAZORGWPOROZUMIENIUnazwaorganuwporozumieniuzktrymaktjestwydawany"/>
      </w:pPr>
    </w:p>
    <w:p w14:paraId="60635E78" w14:textId="391C97AC" w:rsidR="00336429" w:rsidRDefault="00336429">
      <w:pPr>
        <w:widowControl/>
        <w:autoSpaceDE/>
        <w:autoSpaceDN/>
        <w:adjustRightInd/>
        <w:spacing w:line="360" w:lineRule="auto"/>
      </w:pPr>
    </w:p>
    <w:p w14:paraId="4DEEBF6F" w14:textId="77777777" w:rsidR="00C21B6F" w:rsidRDefault="00C21B6F">
      <w:pPr>
        <w:widowControl/>
        <w:autoSpaceDE/>
        <w:autoSpaceDN/>
        <w:adjustRightInd/>
        <w:spacing w:line="360" w:lineRule="auto"/>
      </w:pPr>
    </w:p>
    <w:p w14:paraId="5B32D9EB" w14:textId="77777777" w:rsidR="00C21B6F" w:rsidRDefault="00C21B6F">
      <w:pPr>
        <w:widowControl/>
        <w:autoSpaceDE/>
        <w:autoSpaceDN/>
        <w:adjustRightInd/>
        <w:spacing w:line="360" w:lineRule="auto"/>
      </w:pPr>
    </w:p>
    <w:p w14:paraId="18F37B67" w14:textId="77777777" w:rsidR="00336429" w:rsidRDefault="00336429">
      <w:pPr>
        <w:widowControl/>
        <w:autoSpaceDE/>
        <w:autoSpaceDN/>
        <w:adjustRightInd/>
        <w:spacing w:line="360" w:lineRule="auto"/>
      </w:pPr>
    </w:p>
    <w:p w14:paraId="1883B1F2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color w:val="000000"/>
        </w:rPr>
      </w:pPr>
      <w:r w:rsidRPr="00C21B6F">
        <w:rPr>
          <w:rFonts w:ascii="Times New Roman" w:hAnsi="Times New Roman" w:cs="Arial"/>
          <w:color w:val="000000"/>
        </w:rPr>
        <w:t>ZA ZGODNOŚĆ POD WZGLĘDEM PRAWNYM,</w:t>
      </w:r>
    </w:p>
    <w:p w14:paraId="0F4E48F7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color w:val="000000"/>
        </w:rPr>
      </w:pPr>
      <w:r w:rsidRPr="00C21B6F">
        <w:rPr>
          <w:rFonts w:ascii="Times New Roman" w:hAnsi="Times New Roman" w:cs="Arial"/>
          <w:color w:val="000000"/>
        </w:rPr>
        <w:t>REDAKCYJNYM I LEGISLACYJNYM</w:t>
      </w:r>
    </w:p>
    <w:p w14:paraId="4951DA1C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b/>
          <w:color w:val="000000"/>
        </w:rPr>
      </w:pPr>
      <w:r w:rsidRPr="00C21B6F">
        <w:rPr>
          <w:rFonts w:ascii="Times New Roman" w:hAnsi="Times New Roman" w:cs="Arial"/>
          <w:b/>
          <w:color w:val="000000"/>
        </w:rPr>
        <w:t>Sylwester Szczepaniak</w:t>
      </w:r>
    </w:p>
    <w:p w14:paraId="64294EB8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b/>
          <w:color w:val="000000"/>
        </w:rPr>
      </w:pPr>
      <w:r w:rsidRPr="00C21B6F">
        <w:rPr>
          <w:rFonts w:ascii="Times New Roman" w:hAnsi="Times New Roman" w:cs="Arial"/>
          <w:b/>
          <w:color w:val="000000"/>
        </w:rPr>
        <w:t>Zastępca Dyrektora Departamentu Prawnego</w:t>
      </w:r>
    </w:p>
    <w:p w14:paraId="1FBDCDED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b/>
          <w:color w:val="000000"/>
        </w:rPr>
      </w:pPr>
      <w:r w:rsidRPr="00C21B6F">
        <w:rPr>
          <w:rFonts w:ascii="Times New Roman" w:hAnsi="Times New Roman" w:cs="Arial"/>
          <w:b/>
          <w:color w:val="000000"/>
        </w:rPr>
        <w:t>w Ministerstwie Cyfryzacji</w:t>
      </w:r>
    </w:p>
    <w:p w14:paraId="4F91B1D9" w14:textId="77777777" w:rsidR="00C21B6F" w:rsidRPr="00C21B6F" w:rsidRDefault="00C21B6F" w:rsidP="00C21B6F">
      <w:pPr>
        <w:spacing w:line="276" w:lineRule="auto"/>
        <w:rPr>
          <w:rFonts w:ascii="Times New Roman" w:hAnsi="Times New Roman" w:cs="Arial"/>
          <w:color w:val="000000"/>
        </w:rPr>
      </w:pPr>
      <w:r w:rsidRPr="00C21B6F">
        <w:rPr>
          <w:rFonts w:ascii="Times New Roman" w:hAnsi="Times New Roman" w:cs="Arial"/>
          <w:color w:val="000000"/>
        </w:rPr>
        <w:t>/- podpisano elektronicznie/</w:t>
      </w:r>
    </w:p>
    <w:p w14:paraId="132B8412" w14:textId="31C1A462" w:rsidR="00336429" w:rsidRPr="00C21B6F" w:rsidRDefault="00C21B6F" w:rsidP="00C21B6F">
      <w:pPr>
        <w:widowControl/>
        <w:autoSpaceDE/>
        <w:autoSpaceDN/>
        <w:adjustRightInd/>
        <w:rPr>
          <w:rFonts w:ascii="Times New Roman" w:hAnsi="Times New Roman" w:cs="Arial"/>
        </w:rPr>
      </w:pPr>
      <w:r w:rsidRPr="00C21B6F">
        <w:rPr>
          <w:rFonts w:ascii="Times New Roman" w:hAnsi="Times New Roman" w:cs="Arial"/>
        </w:rPr>
        <w:br w:type="page"/>
      </w:r>
    </w:p>
    <w:p w14:paraId="0776706C" w14:textId="77777777" w:rsidR="00336429" w:rsidRDefault="00336429" w:rsidP="007D373E">
      <w:pPr>
        <w:pStyle w:val="NIEARTTEKSTtekstnieartykuowanynppodstprawnarozplubpreambua"/>
        <w:jc w:val="center"/>
      </w:pPr>
    </w:p>
    <w:p w14:paraId="4BF365B5" w14:textId="77777777" w:rsidR="007D373E" w:rsidRDefault="007D373E" w:rsidP="007D373E">
      <w:pPr>
        <w:pStyle w:val="NIEARTTEKSTtekstnieartykuowanynppodstprawnarozplubpreambua"/>
        <w:jc w:val="center"/>
      </w:pPr>
      <w:r>
        <w:t>UZASADNIENIE</w:t>
      </w:r>
    </w:p>
    <w:p w14:paraId="53919FCD" w14:textId="77777777" w:rsidR="00AD7C49" w:rsidRDefault="007F4147" w:rsidP="009004FB">
      <w:pPr>
        <w:widowControl/>
        <w:suppressAutoHyphens/>
        <w:spacing w:before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F4147">
        <w:rPr>
          <w:rFonts w:ascii="Times New Roman" w:hAnsi="Times New Roman"/>
          <w:bCs/>
          <w:sz w:val="24"/>
          <w:szCs w:val="24"/>
        </w:rPr>
        <w:t xml:space="preserve">Projektowana zmiana rozporządzenia wynika z wprowadzenia do prawodawstwa unijnego nowej regulacyjnej procedury badań na potrzeby pomiarów emisji </w:t>
      </w:r>
      <w:r w:rsidRPr="007F4147">
        <w:rPr>
          <w:rFonts w:ascii="Times New Roman" w:hAnsi="Times New Roman"/>
          <w:color w:val="444444"/>
          <w:sz w:val="24"/>
          <w:szCs w:val="24"/>
        </w:rPr>
        <w:t>CO</w:t>
      </w:r>
      <w:r w:rsidRPr="007F4147">
        <w:rPr>
          <w:rStyle w:val="sub"/>
          <w:rFonts w:ascii="Times New Roman" w:hAnsi="Times New Roman"/>
          <w:color w:val="444444"/>
          <w:sz w:val="24"/>
          <w:szCs w:val="24"/>
        </w:rPr>
        <w:t>2</w:t>
      </w:r>
      <w:r w:rsidRPr="007F4147">
        <w:rPr>
          <w:rFonts w:ascii="Times New Roman" w:hAnsi="Times New Roman"/>
          <w:bCs/>
          <w:sz w:val="24"/>
          <w:szCs w:val="24"/>
        </w:rPr>
        <w:t xml:space="preserve"> </w:t>
      </w:r>
      <w:r w:rsidRPr="007F4147">
        <w:rPr>
          <w:rFonts w:ascii="Times New Roman" w:hAnsi="Times New Roman"/>
          <w:sz w:val="24"/>
          <w:szCs w:val="24"/>
        </w:rPr>
        <w:t xml:space="preserve">z lekkich pojazdów dostawczych oraz ich zużycia paliwa - światowej zharmonizowanej procedury badania pojazdów lekkich (WLTP) - określonej w </w:t>
      </w:r>
      <w:r w:rsidR="0024057A" w:rsidRPr="0024057A">
        <w:rPr>
          <w:rFonts w:ascii="Times New Roman" w:hAnsi="Times New Roman"/>
          <w:sz w:val="24"/>
          <w:szCs w:val="24"/>
        </w:rPr>
        <w:t>rozporządzeniu Komisji (UE) 2017/1151 uzupełniającym rozporządzenie (WE) nr 715/2007 Parlamentu Europejskiego i Rady w sprawie homologacji typu pojazdów silnikowych w odniesieniu do emisji zanieczyszczeń pochodzących z lekkich pojazdów pasażerskich i użytkowych (Euro 5 i Euro 6) oraz w sprawie dostępu do informacji dotyczących naprawy i utrzymania pojazdów, zmieniające dyrektywę 2007/46/WE Parlamentu Europejskiego i Rady, rozporządzenie Komisji (WE) nr 692/2008 i rozporządzenie Komisji (UE) nr 1230/2012 oraz uchylające rozporządzenie Komisji (WE) nr 692/2008, zwanym dalej „rozporządzeniem Komisji (UE) 2017/1151” z dnia 1 czerwca 2017 r.</w:t>
      </w:r>
      <w:r w:rsidR="0024057A">
        <w:rPr>
          <w:rFonts w:ascii="Times New Roman" w:hAnsi="Times New Roman"/>
          <w:sz w:val="24"/>
          <w:szCs w:val="24"/>
        </w:rPr>
        <w:t xml:space="preserve"> (Dz. Urz. UE.L Nr 175, str. 1)</w:t>
      </w:r>
      <w:r w:rsidRPr="007F4147">
        <w:rPr>
          <w:rFonts w:ascii="Times New Roman" w:hAnsi="Times New Roman"/>
          <w:sz w:val="24"/>
          <w:szCs w:val="24"/>
        </w:rPr>
        <w:t>. Przedmiotowa procedura</w:t>
      </w:r>
      <w:r w:rsidRPr="007F4147">
        <w:rPr>
          <w:rFonts w:ascii="Times New Roman" w:hAnsi="Times New Roman"/>
          <w:bCs/>
          <w:sz w:val="24"/>
          <w:szCs w:val="24"/>
        </w:rPr>
        <w:t xml:space="preserve"> zastąpiła stosowany dotychczas nowy europejski cykl jezdny. Celem tej zmiany jest dostarczanie bardziej realistycznych danych dotyczących zużycia paliwa i emisji konsumentom. </w:t>
      </w:r>
    </w:p>
    <w:p w14:paraId="14AC6D84" w14:textId="77777777" w:rsidR="007F4147" w:rsidRDefault="00AD7C49" w:rsidP="009004FB">
      <w:pPr>
        <w:widowControl/>
        <w:suppressAutoHyphens/>
        <w:spacing w:before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Konsekwencją wdrożenia nowej procedury jest konieczność rozszerzenia zakresu danych opracowywanych przez podmiot prowadzący katalog marek i typów pojazdów homologowanych na terytorium R</w:t>
      </w:r>
      <w:r w:rsidR="00FA71BF">
        <w:rPr>
          <w:rFonts w:ascii="Times New Roman" w:hAnsi="Times New Roman"/>
          <w:bCs/>
          <w:sz w:val="24"/>
          <w:szCs w:val="24"/>
        </w:rPr>
        <w:t xml:space="preserve">zeczypospolitej </w:t>
      </w:r>
      <w:r>
        <w:rPr>
          <w:rFonts w:ascii="Times New Roman" w:hAnsi="Times New Roman"/>
          <w:bCs/>
          <w:sz w:val="24"/>
          <w:szCs w:val="24"/>
        </w:rPr>
        <w:t>P</w:t>
      </w:r>
      <w:r w:rsidR="00FA71BF">
        <w:rPr>
          <w:rFonts w:ascii="Times New Roman" w:hAnsi="Times New Roman"/>
          <w:bCs/>
          <w:sz w:val="24"/>
          <w:szCs w:val="24"/>
        </w:rPr>
        <w:t>olskiej</w:t>
      </w:r>
      <w:r>
        <w:rPr>
          <w:rFonts w:ascii="Times New Roman" w:hAnsi="Times New Roman"/>
          <w:bCs/>
          <w:sz w:val="24"/>
          <w:szCs w:val="24"/>
        </w:rPr>
        <w:t>, wykorzystywany w procesach rejestracji pojazdów.</w:t>
      </w:r>
    </w:p>
    <w:p w14:paraId="35F225F7" w14:textId="77777777" w:rsidR="00AD7C49" w:rsidRDefault="00AD7C49" w:rsidP="00FA71BF">
      <w:pPr>
        <w:widowControl/>
        <w:suppressAutoHyphens/>
        <w:spacing w:before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Rozszerzenie obejmuje następujące dane:</w:t>
      </w:r>
    </w:p>
    <w:p w14:paraId="25A7335F" w14:textId="77777777" w:rsidR="00AD7C49" w:rsidRDefault="00AD7C49" w:rsidP="00FA71BF">
      <w:pPr>
        <w:pStyle w:val="ZPKTzmpktartykuempunktem"/>
        <w:keepNext/>
        <w:numPr>
          <w:ilvl w:val="0"/>
          <w:numId w:val="47"/>
        </w:numPr>
      </w:pPr>
      <w:r>
        <w:t>masę pojazdu podstawowego gotowego do jazdy;</w:t>
      </w:r>
    </w:p>
    <w:p w14:paraId="1A6A97A9" w14:textId="77777777" w:rsidR="00AD7C49" w:rsidRDefault="00AD7C49" w:rsidP="00FA71BF">
      <w:pPr>
        <w:pStyle w:val="ZPKTzmpktartykuempunktem"/>
        <w:keepNext/>
        <w:numPr>
          <w:ilvl w:val="0"/>
          <w:numId w:val="47"/>
        </w:numPr>
      </w:pPr>
      <w:r>
        <w:t>masę próbną</w:t>
      </w:r>
      <w:r w:rsidR="00FE2D22">
        <w:t>;</w:t>
      </w:r>
    </w:p>
    <w:p w14:paraId="0648E133" w14:textId="77777777" w:rsidR="00AD7C49" w:rsidRDefault="00AD7C49" w:rsidP="00FA71BF">
      <w:pPr>
        <w:pStyle w:val="ZPKTzmpktartykuempunktem"/>
        <w:keepNext/>
        <w:numPr>
          <w:ilvl w:val="0"/>
          <w:numId w:val="47"/>
        </w:numPr>
      </w:pPr>
      <w:r>
        <w:t>współczynnik odchylenia</w:t>
      </w:r>
      <w:r w:rsidR="00FE2D22">
        <w:t>;</w:t>
      </w:r>
    </w:p>
    <w:p w14:paraId="34F41AD9" w14:textId="77777777" w:rsidR="00AD7C49" w:rsidRDefault="00AD7C49" w:rsidP="00FA71BF">
      <w:pPr>
        <w:pStyle w:val="ZPKTzmpktartykuempunktem"/>
        <w:keepNext/>
        <w:numPr>
          <w:ilvl w:val="0"/>
          <w:numId w:val="47"/>
        </w:numPr>
      </w:pPr>
      <w:r>
        <w:t>współczynnik korelacji</w:t>
      </w:r>
      <w:r w:rsidR="00FE2D22">
        <w:t>;</w:t>
      </w:r>
    </w:p>
    <w:p w14:paraId="13B6CEF3" w14:textId="77777777" w:rsidR="00AD7C49" w:rsidRDefault="00AD7C49" w:rsidP="00FA71BF">
      <w:pPr>
        <w:pStyle w:val="ZPKTzmpktartykuempunktem"/>
        <w:keepNext/>
        <w:numPr>
          <w:ilvl w:val="0"/>
          <w:numId w:val="47"/>
        </w:numPr>
      </w:pPr>
      <w:r>
        <w:t>numer identyfikacyjny rodziny pojazdów</w:t>
      </w:r>
      <w:r w:rsidR="00FE2D22">
        <w:t>.</w:t>
      </w:r>
    </w:p>
    <w:p w14:paraId="672E0B21" w14:textId="77777777" w:rsidR="00AD7C49" w:rsidRDefault="00AD7C49" w:rsidP="00FA71BF">
      <w:pPr>
        <w:pStyle w:val="ZPKTzmpktartykuempunktem"/>
        <w:keepNext/>
        <w:ind w:left="0" w:firstLine="0"/>
      </w:pPr>
      <w:r>
        <w:t>Dodatkowo doprecyzowania wymagają określone w rozporządzeniu dane techniczne dotyczące:</w:t>
      </w:r>
    </w:p>
    <w:p w14:paraId="6C6DDC6F" w14:textId="77777777" w:rsidR="00AD7C49" w:rsidRDefault="00AD7C49" w:rsidP="00FA71BF">
      <w:pPr>
        <w:pStyle w:val="PKTpunkt"/>
        <w:keepNext/>
        <w:numPr>
          <w:ilvl w:val="0"/>
          <w:numId w:val="48"/>
        </w:numPr>
      </w:pPr>
      <w:r>
        <w:t>średniego zużycia paliwa</w:t>
      </w:r>
      <w:r w:rsidR="00FE2D22">
        <w:t>;</w:t>
      </w:r>
    </w:p>
    <w:p w14:paraId="4DAE7A4C" w14:textId="77777777" w:rsidR="00AD7C49" w:rsidRDefault="00AD7C49" w:rsidP="00FA71BF">
      <w:pPr>
        <w:pStyle w:val="PKTpunkt"/>
        <w:keepNext/>
        <w:numPr>
          <w:ilvl w:val="0"/>
          <w:numId w:val="48"/>
        </w:numPr>
      </w:pPr>
      <w:r>
        <w:t>redukcji emisji spalin w wyniku zastosowania technologii innowacyjnej lub grupy technologii innowacyjnych</w:t>
      </w:r>
      <w:r w:rsidR="00FE2D22">
        <w:t>.</w:t>
      </w:r>
      <w:r>
        <w:t xml:space="preserve"> </w:t>
      </w:r>
    </w:p>
    <w:p w14:paraId="399685B5" w14:textId="77777777" w:rsidR="00AD7C49" w:rsidRPr="004C59D4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4C59D4">
        <w:rPr>
          <w:rFonts w:ascii="Times" w:hAnsi="Times"/>
          <w:bCs/>
          <w:sz w:val="24"/>
          <w:szCs w:val="24"/>
        </w:rPr>
        <w:t xml:space="preserve">Powyższe dane odnoszą się do każdego rodzaju paliwa, jeżeli takie dane są dostępne. </w:t>
      </w:r>
    </w:p>
    <w:p w14:paraId="7AFE4F61" w14:textId="4638B670" w:rsidR="00AD7C49" w:rsidRPr="00CA2CC7" w:rsidRDefault="00AD7C49" w:rsidP="00CA2CC7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4C59D4">
        <w:rPr>
          <w:rFonts w:ascii="Times" w:hAnsi="Times"/>
          <w:bCs/>
          <w:sz w:val="24"/>
          <w:szCs w:val="24"/>
        </w:rPr>
        <w:lastRenderedPageBreak/>
        <w:t>Rozporządzenie wejdzie w życie z dniem następującym po dniu ogłoszenia.</w:t>
      </w:r>
      <w:r w:rsidR="009556B9">
        <w:rPr>
          <w:rFonts w:ascii="Times" w:hAnsi="Times"/>
          <w:bCs/>
          <w:sz w:val="24"/>
          <w:szCs w:val="24"/>
        </w:rPr>
        <w:t xml:space="preserve"> Termin wejścia w życie związany jest z koniecznością zapewnienia terminowego </w:t>
      </w:r>
      <w:r w:rsidR="009556B9" w:rsidRPr="00C21B6F">
        <w:rPr>
          <w:rFonts w:ascii="Times" w:hAnsi="Times"/>
          <w:bCs/>
          <w:sz w:val="24"/>
          <w:szCs w:val="24"/>
        </w:rPr>
        <w:t>wywiązania się z obowiązku wykonania i dostarczenia Komisji Europejskiej raportów dotyczących emisji CO</w:t>
      </w:r>
      <w:r w:rsidR="009556B9" w:rsidRPr="00C21B6F">
        <w:rPr>
          <w:rStyle w:val="sub"/>
          <w:rFonts w:ascii="Times New Roman" w:hAnsi="Times New Roman"/>
          <w:sz w:val="24"/>
          <w:szCs w:val="24"/>
        </w:rPr>
        <w:t xml:space="preserve">2 </w:t>
      </w:r>
      <w:r w:rsidR="009556B9" w:rsidRPr="00C21B6F">
        <w:rPr>
          <w:rStyle w:val="sub"/>
          <w:rFonts w:ascii="Times New Roman" w:hAnsi="Times New Roman"/>
          <w:sz w:val="24"/>
          <w:szCs w:val="24"/>
          <w:vertAlign w:val="baseline"/>
        </w:rPr>
        <w:t xml:space="preserve">wynikającego z Rozporządzeń Parlamentu Europejskiego i Rady Unii Europejskiej 510/2011 oraz 443/2009, z uwzględnieniem rozszerzonego zakresu danych w związku z procedurą WLTP. Termin wykonania raportów to koniec lutego każdego roku, za rok poprzedzający. Czas realizacji raportu to około 2 miesiące. </w:t>
      </w:r>
    </w:p>
    <w:p w14:paraId="0938267E" w14:textId="77777777" w:rsidR="00D33161" w:rsidRPr="00D33161" w:rsidRDefault="00D33161" w:rsidP="009004FB">
      <w:pPr>
        <w:spacing w:after="12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D33161">
        <w:rPr>
          <w:rFonts w:ascii="Times New Roman" w:hAnsi="Times New Roman" w:cs="Arial"/>
          <w:sz w:val="24"/>
          <w:szCs w:val="24"/>
        </w:rPr>
        <w:t xml:space="preserve">Projektowane rozporządzenie nie podlega procedurze notyfikacji w rozumieniu przepisów rozporządzenia Rady Ministrów z dnia 23 grudnia 2002 r. w sprawie sposobu funkcjonowania krajowego systemu notyfikacji norm i aktów prawnych (Dz. U. Nr 239, poz. 2039 oraz z 2004 r. Nr 65, poz. 597). </w:t>
      </w:r>
    </w:p>
    <w:p w14:paraId="4A2952C4" w14:textId="77777777" w:rsidR="00D33161" w:rsidRDefault="00D33161" w:rsidP="009004FB">
      <w:pPr>
        <w:pStyle w:val="ARTartustawynprozporzdzenia"/>
        <w:ind w:firstLine="0"/>
        <w:rPr>
          <w:rFonts w:ascii="Times New Roman" w:hAnsi="Times New Roman"/>
          <w:szCs w:val="24"/>
        </w:rPr>
      </w:pPr>
      <w:r w:rsidRPr="00D33161">
        <w:rPr>
          <w:rFonts w:ascii="Times New Roman" w:hAnsi="Times New Roman"/>
          <w:szCs w:val="24"/>
        </w:rPr>
        <w:t>Przedmiot projektu rozporządzenia jest zgodny z prawem Unii Europejskiej</w:t>
      </w:r>
    </w:p>
    <w:p w14:paraId="2E58FC60" w14:textId="77777777" w:rsidR="00AD7C49" w:rsidRPr="00AD7C49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>Projektowana regulacja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14:paraId="26D6BA2E" w14:textId="77777777" w:rsidR="00AD7C49" w:rsidRPr="00AD7C49" w:rsidRDefault="00AD7C49" w:rsidP="00FA71BF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>Projektowana regulacja nie będzie wymagała notyfikacji Komisji Europejskiej w trybie ustawy z dnia 30 kwietnia 2004 r. o postępowaniu w sprawach dotyczących pomocy publicznej</w:t>
      </w:r>
      <w:r w:rsidR="0024057A">
        <w:rPr>
          <w:rFonts w:ascii="Times" w:hAnsi="Times"/>
          <w:bCs/>
          <w:sz w:val="24"/>
          <w:szCs w:val="24"/>
        </w:rPr>
        <w:t xml:space="preserve"> </w:t>
      </w:r>
      <w:r w:rsidRPr="00AD7C49">
        <w:rPr>
          <w:rFonts w:ascii="Times" w:hAnsi="Times"/>
          <w:bCs/>
          <w:sz w:val="24"/>
          <w:szCs w:val="24"/>
        </w:rPr>
        <w:t xml:space="preserve">(Dz. U. z </w:t>
      </w:r>
      <w:r w:rsidR="0024057A">
        <w:rPr>
          <w:rFonts w:ascii="Times" w:hAnsi="Times"/>
          <w:bCs/>
          <w:sz w:val="24"/>
          <w:szCs w:val="24"/>
        </w:rPr>
        <w:t>2018 r. poz. 362</w:t>
      </w:r>
      <w:r w:rsidRPr="00AD7C49">
        <w:rPr>
          <w:rFonts w:ascii="Times" w:hAnsi="Times"/>
          <w:bCs/>
          <w:sz w:val="24"/>
          <w:szCs w:val="24"/>
        </w:rPr>
        <w:t>).</w:t>
      </w:r>
    </w:p>
    <w:p w14:paraId="16B13F3F" w14:textId="77777777" w:rsidR="00AD7C49" w:rsidRPr="00AD7C49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>Projekt nie wymaga przedłożenia instytucjom i organom Unii Europejskiej, w tym Europejskiemu Bankowi Centralnemu w celu uzyskania opinii, dokonania powiadomienia, konsultacji albo uzgodnienia.</w:t>
      </w:r>
    </w:p>
    <w:p w14:paraId="28D400C5" w14:textId="77777777" w:rsidR="00AD7C49" w:rsidRPr="00AD7C49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>Projekt został udostępniony na stronie Rządowego Centrum Legislacji w serwisie „Rządowy Proces Legislacyjny” oraz w Biuletynie Informacji Publicznej na stronie podmiotowej Ministerstwa Cyfryzacji, zgodnie z art. 5 ustawy z dnia 7 lipca 2005 r. o działalności lobbingowej w procesie stanowienia prawa (Dz. U. z 2017 r. poz. 248).</w:t>
      </w:r>
    </w:p>
    <w:p w14:paraId="682E57D6" w14:textId="77777777" w:rsidR="00AD7C49" w:rsidRPr="00AD7C49" w:rsidRDefault="00AD7C49" w:rsidP="00FA71BF">
      <w:pPr>
        <w:pStyle w:val="ARTartustawynprozporzdzenia"/>
        <w:rPr>
          <w:rFonts w:ascii="Times New Roman" w:hAnsi="Times New Roman"/>
          <w:szCs w:val="24"/>
        </w:rPr>
      </w:pPr>
    </w:p>
    <w:p w14:paraId="54EC9784" w14:textId="77777777" w:rsidR="0056256A" w:rsidRDefault="0056256A" w:rsidP="0056256A">
      <w:pPr>
        <w:pStyle w:val="DATAAKTUdatauchwalenialubwydaniaaktu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3"/>
        <w:gridCol w:w="506"/>
        <w:gridCol w:w="330"/>
        <w:gridCol w:w="7"/>
        <w:gridCol w:w="358"/>
        <w:gridCol w:w="430"/>
        <w:gridCol w:w="157"/>
        <w:gridCol w:w="164"/>
        <w:gridCol w:w="526"/>
        <w:gridCol w:w="377"/>
        <w:gridCol w:w="8"/>
        <w:gridCol w:w="76"/>
        <w:gridCol w:w="97"/>
        <w:gridCol w:w="233"/>
        <w:gridCol w:w="269"/>
        <w:gridCol w:w="166"/>
        <w:gridCol w:w="452"/>
        <w:gridCol w:w="39"/>
        <w:gridCol w:w="46"/>
        <w:gridCol w:w="334"/>
        <w:gridCol w:w="70"/>
        <w:gridCol w:w="321"/>
        <w:gridCol w:w="31"/>
        <w:gridCol w:w="210"/>
        <w:gridCol w:w="230"/>
        <w:gridCol w:w="239"/>
        <w:gridCol w:w="199"/>
        <w:gridCol w:w="453"/>
        <w:gridCol w:w="75"/>
        <w:gridCol w:w="1178"/>
      </w:tblGrid>
      <w:tr w:rsidR="0056256A" w:rsidRPr="008B4FE6" w14:paraId="0F2B817D" w14:textId="77777777" w:rsidTr="007A3550">
        <w:trPr>
          <w:trHeight w:val="1611"/>
        </w:trPr>
        <w:tc>
          <w:tcPr>
            <w:tcW w:w="3093" w:type="pct"/>
            <w:gridSpan w:val="18"/>
          </w:tcPr>
          <w:p w14:paraId="137D7693" w14:textId="77777777" w:rsidR="0056256A" w:rsidRPr="008B4FE6" w:rsidRDefault="0056256A" w:rsidP="009C41F8">
            <w:pPr>
              <w:spacing w:before="120"/>
              <w:ind w:hanging="45"/>
              <w:rPr>
                <w:rFonts w:ascii="Times New Roman" w:hAnsi="Times New Roman"/>
                <w:color w:val="000000"/>
              </w:rPr>
            </w:pPr>
            <w:bookmarkStart w:id="1" w:name="t1"/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Nazwa </w:t>
            </w:r>
            <w:r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F3AB427" w14:textId="77777777" w:rsidR="0056256A" w:rsidRPr="008B4FE6" w:rsidRDefault="0056256A" w:rsidP="009C41F8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Rozporządzenie Ministra Cyfryzacji zmieniające rozporządzenie </w:t>
            </w:r>
            <w:r w:rsidRPr="000074EF">
              <w:rPr>
                <w:rFonts w:ascii="Times New Roman" w:hAnsi="Times New Roman"/>
                <w:color w:val="000000"/>
              </w:rPr>
              <w:t>w sprawie prowadzenia katalogu marek i typów pojazdów homologowanych oraz dopuszczonych do ruchu na terytorium Rzeczypospolitej Polskiej</w:t>
            </w:r>
          </w:p>
          <w:p w14:paraId="1A1E1257" w14:textId="77777777" w:rsidR="0056256A" w:rsidRPr="008B4FE6" w:rsidRDefault="0056256A" w:rsidP="009C41F8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1"/>
          <w:p w14:paraId="0EB242BD" w14:textId="77777777" w:rsidR="0056256A" w:rsidRDefault="0056256A" w:rsidP="009C41F8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Cyfryzacji</w:t>
            </w:r>
          </w:p>
          <w:p w14:paraId="67B709CD" w14:textId="77777777" w:rsidR="00D33161" w:rsidRPr="00642825" w:rsidRDefault="0056256A" w:rsidP="009C41F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73FFDFB3" w14:textId="2FCEECEE" w:rsidR="00D33161" w:rsidRPr="0063060B" w:rsidRDefault="00FE2D22" w:rsidP="00D33161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Karol Okoński</w:t>
            </w:r>
            <w:r w:rsidR="00D33161">
              <w:rPr>
                <w:rFonts w:ascii="Times New Roman" w:hAnsi="Times New Roman"/>
                <w:sz w:val="21"/>
                <w:szCs w:val="21"/>
              </w:rPr>
              <w:t>, Sekretarz Stanu w Ministerstwie Cyfryzacji</w:t>
            </w:r>
          </w:p>
          <w:p w14:paraId="3A35DB40" w14:textId="77777777" w:rsidR="0056256A" w:rsidRPr="0063060B" w:rsidRDefault="0056256A" w:rsidP="009C41F8">
            <w:pPr>
              <w:rPr>
                <w:rFonts w:ascii="Times New Roman" w:hAnsi="Times New Roman"/>
                <w:sz w:val="21"/>
                <w:szCs w:val="21"/>
              </w:rPr>
            </w:pPr>
          </w:p>
          <w:p w14:paraId="3F28FE97" w14:textId="77777777" w:rsidR="0056256A" w:rsidRDefault="0056256A" w:rsidP="009C41F8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2BBC69E" w14:textId="77777777" w:rsidR="001D6C5E" w:rsidRDefault="001D6C5E" w:rsidP="00D33161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Ewa Mierzwińska – Departament </w:t>
            </w:r>
            <w:r w:rsidR="00D33161">
              <w:rPr>
                <w:rFonts w:ascii="Times New Roman" w:hAnsi="Times New Roman"/>
                <w:color w:val="000000"/>
              </w:rPr>
              <w:t xml:space="preserve">Systemów </w:t>
            </w:r>
            <w:r>
              <w:rPr>
                <w:rFonts w:ascii="Times New Roman" w:hAnsi="Times New Roman"/>
                <w:color w:val="000000"/>
              </w:rPr>
              <w:t xml:space="preserve">Państwowych </w:t>
            </w:r>
            <w:r w:rsidR="00D33161">
              <w:rPr>
                <w:rFonts w:ascii="Times New Roman" w:hAnsi="Times New Roman"/>
                <w:color w:val="000000"/>
              </w:rPr>
              <w:t xml:space="preserve">MC, </w:t>
            </w:r>
          </w:p>
          <w:p w14:paraId="18BF541F" w14:textId="77777777" w:rsidR="00D33161" w:rsidRPr="00CB5414" w:rsidRDefault="00D33161" w:rsidP="00D33161">
            <w:pPr>
              <w:ind w:hanging="34"/>
              <w:rPr>
                <w:rFonts w:ascii="Times New Roman" w:hAnsi="Times New Roman"/>
                <w:color w:val="000000"/>
                <w:lang w:val="en-US"/>
              </w:rPr>
            </w:pPr>
            <w:r w:rsidRPr="00CB5414">
              <w:rPr>
                <w:rFonts w:ascii="Times New Roman" w:hAnsi="Times New Roman"/>
                <w:color w:val="000000"/>
                <w:lang w:val="en-US"/>
              </w:rPr>
              <w:t xml:space="preserve">tel. 22 245 54 12, </w:t>
            </w:r>
            <w:r w:rsidR="001D6C5E" w:rsidRPr="00CB5414">
              <w:rPr>
                <w:rFonts w:ascii="Times New Roman" w:hAnsi="Times New Roman"/>
                <w:color w:val="000000"/>
                <w:lang w:val="en-US"/>
              </w:rPr>
              <w:t>ewa.mierzwinska</w:t>
            </w:r>
            <w:r w:rsidRPr="00CB5414">
              <w:rPr>
                <w:rFonts w:ascii="Times New Roman" w:hAnsi="Times New Roman"/>
                <w:color w:val="000000"/>
                <w:lang w:val="en-US"/>
              </w:rPr>
              <w:t>@mc.gov.pl</w:t>
            </w:r>
          </w:p>
          <w:p w14:paraId="7F0AEFFE" w14:textId="77777777" w:rsidR="0056256A" w:rsidRPr="00CB5414" w:rsidRDefault="0056256A" w:rsidP="009C41F8">
            <w:pPr>
              <w:ind w:hanging="34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907" w:type="pct"/>
            <w:gridSpan w:val="12"/>
            <w:shd w:val="clear" w:color="auto" w:fill="FFFFFF"/>
          </w:tcPr>
          <w:p w14:paraId="61A5CF18" w14:textId="77777777" w:rsidR="001D6C5E" w:rsidRDefault="0056256A" w:rsidP="009C41F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3106B43F" w14:textId="6F428433" w:rsidR="0056256A" w:rsidRPr="001D6C5E" w:rsidRDefault="00CA2CC7" w:rsidP="009C4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  <w:r w:rsidR="001D6C5E" w:rsidRPr="001D6C5E">
              <w:rPr>
                <w:rFonts w:ascii="Times New Roman" w:hAnsi="Times New Roman"/>
                <w:sz w:val="21"/>
                <w:szCs w:val="21"/>
              </w:rPr>
              <w:t xml:space="preserve"> listopada 2018</w:t>
            </w:r>
            <w:r w:rsidR="0024057A">
              <w:rPr>
                <w:rFonts w:ascii="Times New Roman" w:hAnsi="Times New Roman"/>
                <w:sz w:val="21"/>
                <w:szCs w:val="21"/>
              </w:rPr>
              <w:t xml:space="preserve"> r.</w:t>
            </w:r>
            <w:r w:rsidR="0056256A" w:rsidRPr="001D6C5E">
              <w:rPr>
                <w:rFonts w:ascii="Times New Roman" w:hAnsi="Times New Roman"/>
                <w:sz w:val="21"/>
                <w:szCs w:val="21"/>
              </w:rPr>
              <w:br/>
            </w:r>
          </w:p>
          <w:p w14:paraId="693D9745" w14:textId="77777777" w:rsidR="0056256A" w:rsidRPr="0065019F" w:rsidRDefault="0056256A" w:rsidP="009C41F8">
            <w:pPr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7AE12FB8" w14:textId="77777777" w:rsidR="0056256A" w:rsidRPr="001D6C5E" w:rsidRDefault="0056256A" w:rsidP="009C4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Upoważnienie ustawowe– art. 80bh ust. 9 ustawy z dnia 20 czerwca 1997 r. – Prawo o ruchu drogowym.</w:t>
            </w:r>
            <w:r w:rsidR="001D6C5E">
              <w:rPr>
                <w:rFonts w:ascii="Times New Roman" w:hAnsi="Times New Roman"/>
              </w:rPr>
              <w:t xml:space="preserve"> </w:t>
            </w:r>
            <w:r w:rsidR="0024057A">
              <w:rPr>
                <w:rFonts w:ascii="Times New Roman" w:eastAsia="Calibri" w:hAnsi="Times New Roman"/>
                <w:lang w:eastAsia="en-US"/>
              </w:rPr>
              <w:t xml:space="preserve">( </w:t>
            </w:r>
            <w:r w:rsidR="001D6C5E" w:rsidRPr="001D6C5E">
              <w:rPr>
                <w:rFonts w:ascii="Times New Roman" w:eastAsia="Calibri" w:hAnsi="Times New Roman"/>
                <w:lang w:eastAsia="en-US"/>
              </w:rPr>
              <w:t>Dz. U. z 2018 r. poz. 1990)</w:t>
            </w:r>
          </w:p>
          <w:p w14:paraId="2BF09723" w14:textId="77777777" w:rsidR="0056256A" w:rsidRPr="0065019F" w:rsidRDefault="0056256A" w:rsidP="009C41F8">
            <w:pPr>
              <w:rPr>
                <w:rFonts w:ascii="Times New Roman" w:hAnsi="Times New Roman"/>
              </w:rPr>
            </w:pPr>
          </w:p>
          <w:p w14:paraId="47E2E5C4" w14:textId="161C34AC" w:rsidR="0056256A" w:rsidRPr="008B4FE6" w:rsidRDefault="0056256A" w:rsidP="0056256A">
            <w:pPr>
              <w:spacing w:before="120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A2CC7">
              <w:rPr>
                <w:rFonts w:ascii="Times New Roman" w:hAnsi="Times New Roman"/>
                <w:b/>
                <w:color w:val="000000"/>
              </w:rPr>
              <w:t>legislacyjnych Ministra Cyfryzacji 122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6695780D" w14:textId="77777777" w:rsidR="0056256A" w:rsidRPr="008B4FE6" w:rsidRDefault="0056256A" w:rsidP="009C41F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6256A" w:rsidRPr="0022687A" w14:paraId="65C07BBB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13134811" w14:textId="77777777" w:rsidR="0056256A" w:rsidRPr="00627221" w:rsidRDefault="0056256A" w:rsidP="009C41F8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56256A" w:rsidRPr="008B4FE6" w14:paraId="50BC14B1" w14:textId="77777777" w:rsidTr="004034CF">
        <w:trPr>
          <w:trHeight w:val="333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2457A0AF" w14:textId="77777777"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>Jaki problem jest rozwiązywany</w:t>
            </w:r>
            <w:r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56256A" w:rsidRPr="008B4FE6" w14:paraId="022A998A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14:paraId="5A72B034" w14:textId="77777777" w:rsidR="0056256A" w:rsidRPr="007453CC" w:rsidRDefault="0056256A" w:rsidP="0056256A">
            <w:pPr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Konieczność dostosowania przepisów rozporządzenia </w:t>
            </w:r>
            <w:r w:rsidR="009C18C0">
              <w:rPr>
                <w:rFonts w:ascii="Times New Roman" w:hAnsi="Times New Roman"/>
                <w:color w:val="000000"/>
              </w:rPr>
              <w:t xml:space="preserve">w zakresie danych opracowywanych przez podmiot prowadzący katalog marek i typów pojazdów homologowanych na terytorium RP do wprowadzonej </w:t>
            </w:r>
            <w:r w:rsidR="009C18C0" w:rsidRPr="0032618C">
              <w:rPr>
                <w:rFonts w:ascii="Times" w:hAnsi="Times"/>
                <w:bCs/>
                <w:sz w:val="22"/>
                <w:szCs w:val="22"/>
              </w:rPr>
              <w:t xml:space="preserve">do </w:t>
            </w:r>
            <w:r w:rsidR="009C18C0" w:rsidRPr="009C18C0">
              <w:rPr>
                <w:rFonts w:ascii="Times New Roman" w:hAnsi="Times New Roman"/>
                <w:bCs/>
              </w:rPr>
              <w:t xml:space="preserve">prawodawstwa unijnego nowej regulacyjnej procedury badań na potrzeby pomiarów emisji </w:t>
            </w:r>
            <w:r w:rsidR="009C18C0" w:rsidRPr="009C18C0">
              <w:rPr>
                <w:rFonts w:ascii="Times New Roman" w:hAnsi="Times New Roman"/>
                <w:color w:val="444444"/>
              </w:rPr>
              <w:t>CO</w:t>
            </w:r>
            <w:r w:rsidR="009C18C0" w:rsidRPr="009C18C0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 w:rsidR="009C18C0" w:rsidRPr="009C18C0">
              <w:rPr>
                <w:rFonts w:ascii="Times New Roman" w:hAnsi="Times New Roman"/>
                <w:bCs/>
              </w:rPr>
              <w:t xml:space="preserve"> </w:t>
            </w:r>
            <w:r w:rsidR="009C18C0" w:rsidRPr="009C18C0">
              <w:rPr>
                <w:rFonts w:ascii="Times New Roman" w:hAnsi="Times New Roman"/>
              </w:rPr>
              <w:t>z lekkich pojazdów dostawczych oraz ich zużycia paliwa - światowej zharmonizowanej procedury badania pojazdów lekkich (WLTP)</w:t>
            </w:r>
            <w:r w:rsidR="009C18C0">
              <w:rPr>
                <w:rFonts w:ascii="Times New Roman" w:hAnsi="Times New Roman"/>
              </w:rPr>
              <w:t xml:space="preserve"> na podstawie Rozporządzenia </w:t>
            </w:r>
            <w:r w:rsidR="009C18C0" w:rsidRPr="009C18C0">
              <w:rPr>
                <w:rFonts w:ascii="Times New Roman" w:eastAsia="Calibri" w:hAnsi="Times New Roman"/>
                <w:color w:val="000000"/>
                <w:lang w:eastAsia="en-US"/>
              </w:rPr>
              <w:t xml:space="preserve">Komisji </w:t>
            </w:r>
            <w:r w:rsidR="009C18C0" w:rsidRPr="009C18C0">
              <w:rPr>
                <w:rFonts w:ascii="Times New Roman" w:hAnsi="Times New Roman"/>
              </w:rPr>
              <w:t>(UE) 2017/115</w:t>
            </w:r>
            <w:r w:rsidR="0024057A">
              <w:rPr>
                <w:rFonts w:ascii="Times New Roman" w:hAnsi="Times New Roman"/>
              </w:rPr>
              <w:t>1</w:t>
            </w:r>
            <w:r w:rsidRPr="009C18C0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CDE95ED" w14:textId="77777777" w:rsidR="0056256A" w:rsidRPr="007453CC" w:rsidRDefault="0056256A" w:rsidP="009C41F8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6256A" w:rsidRPr="008B4FE6" w14:paraId="39A3FE3E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37510119" w14:textId="77777777"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56256A" w:rsidRPr="008B4FE6" w14:paraId="0F2E4156" w14:textId="77777777" w:rsidTr="004034CF">
        <w:trPr>
          <w:trHeight w:val="542"/>
        </w:trPr>
        <w:tc>
          <w:tcPr>
            <w:tcW w:w="5000" w:type="pct"/>
            <w:gridSpan w:val="30"/>
            <w:shd w:val="clear" w:color="auto" w:fill="auto"/>
          </w:tcPr>
          <w:p w14:paraId="635D590D" w14:textId="77777777" w:rsidR="0056256A" w:rsidRPr="00B37C80" w:rsidRDefault="0056256A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Zmiana wydanego rozporządzenia w celu </w:t>
            </w:r>
            <w:r w:rsidRPr="007453CC">
              <w:rPr>
                <w:rFonts w:ascii="Times New Roman" w:hAnsi="Times New Roman"/>
                <w:color w:val="000000"/>
              </w:rPr>
              <w:t>zapewni</w:t>
            </w:r>
            <w:r>
              <w:rPr>
                <w:rFonts w:ascii="Times New Roman" w:hAnsi="Times New Roman"/>
                <w:color w:val="000000"/>
              </w:rPr>
              <w:t>enia</w:t>
            </w:r>
            <w:r w:rsidRPr="007453CC">
              <w:rPr>
                <w:rFonts w:ascii="Times New Roman" w:hAnsi="Times New Roman"/>
                <w:color w:val="000000"/>
              </w:rPr>
              <w:t xml:space="preserve"> </w:t>
            </w:r>
            <w:r w:rsidR="004A1022">
              <w:rPr>
                <w:rFonts w:ascii="Times New Roman" w:hAnsi="Times New Roman"/>
                <w:color w:val="000000"/>
              </w:rPr>
              <w:t xml:space="preserve">wsparcia procesu rejestracji pojazdów realizowanego przez organy rejestrujące za pomocą referencyjnych danych z katalogu marek i typów pojazdów </w:t>
            </w:r>
            <w:r w:rsidR="004A1022">
              <w:rPr>
                <w:rFonts w:ascii="Times New Roman" w:hAnsi="Times New Roman"/>
              </w:rPr>
              <w:t xml:space="preserve">a w konsekwencji zapewnienia gromadzenie poprawnych danych w zakresie emisji </w:t>
            </w:r>
            <w:r w:rsidR="004A1022" w:rsidRPr="004A1022">
              <w:rPr>
                <w:rFonts w:ascii="Times New Roman" w:hAnsi="Times New Roman"/>
                <w:color w:val="444444"/>
              </w:rPr>
              <w:t>CO</w:t>
            </w:r>
            <w:r w:rsidR="004A1022"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 w:rsidR="004A1022">
              <w:rPr>
                <w:rFonts w:ascii="Times New Roman" w:hAnsi="Times New Roman"/>
              </w:rPr>
              <w:t xml:space="preserve"> w centralnej ewidencji pojazdów i możliwości</w:t>
            </w:r>
            <w:r w:rsidR="004A1022" w:rsidRPr="004A1022">
              <w:rPr>
                <w:rFonts w:ascii="Times New Roman" w:hAnsi="Times New Roman"/>
              </w:rPr>
              <w:t xml:space="preserve"> raportowania</w:t>
            </w:r>
            <w:r w:rsidR="004A1022">
              <w:rPr>
                <w:rFonts w:ascii="Times New Roman" w:hAnsi="Times New Roman"/>
              </w:rPr>
              <w:t xml:space="preserve"> przez administratora danych i informacji zgromadzonych w centralnej ewidencji pojazdów</w:t>
            </w:r>
            <w:r w:rsidR="004A1022" w:rsidRPr="004A1022">
              <w:rPr>
                <w:rFonts w:ascii="Times New Roman" w:hAnsi="Times New Roman"/>
              </w:rPr>
              <w:t xml:space="preserve"> do Komisji Europejskiej danych nowo rejestrowanych pojazdów w zakresie ich wpływu na środowisko – emisji </w:t>
            </w:r>
            <w:r w:rsidR="004A1022" w:rsidRPr="004A1022">
              <w:rPr>
                <w:rFonts w:ascii="Times New Roman" w:hAnsi="Times New Roman"/>
                <w:color w:val="444444"/>
              </w:rPr>
              <w:t>CO</w:t>
            </w:r>
            <w:r w:rsidR="004A1022"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 w:rsidR="004A1022" w:rsidRPr="004A1022">
              <w:rPr>
                <w:rFonts w:ascii="Times New Roman" w:hAnsi="Times New Roman"/>
              </w:rPr>
              <w:t>.</w:t>
            </w:r>
            <w:r w:rsidR="004A1022">
              <w:rPr>
                <w:rFonts w:ascii="Times New Roman" w:hAnsi="Times New Roman"/>
              </w:rPr>
              <w:t xml:space="preserve"> </w:t>
            </w:r>
          </w:p>
        </w:tc>
      </w:tr>
      <w:tr w:rsidR="0056256A" w:rsidRPr="008B4FE6" w14:paraId="4EE39894" w14:textId="77777777" w:rsidTr="004034CF">
        <w:trPr>
          <w:trHeight w:val="307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7C8D2C26" w14:textId="77777777"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6256A" w:rsidRPr="008B4FE6" w14:paraId="08E63997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auto"/>
          </w:tcPr>
          <w:p w14:paraId="0C613977" w14:textId="77777777" w:rsidR="0056256A" w:rsidRPr="00B37C80" w:rsidRDefault="004A1022" w:rsidP="009C41F8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Państwa Członkowskie Unii Europejskiej zapewniają raportowanie danych w zakresie emisji </w:t>
            </w:r>
            <w:r w:rsidRPr="004A1022">
              <w:rPr>
                <w:rFonts w:ascii="Times New Roman" w:hAnsi="Times New Roman"/>
                <w:color w:val="444444"/>
              </w:rPr>
              <w:t>CO</w:t>
            </w:r>
            <w:r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 Komisji Europejskiej na podstawie </w:t>
            </w:r>
            <w:r>
              <w:rPr>
                <w:rFonts w:ascii="Times New Roman" w:hAnsi="Times New Roman"/>
              </w:rPr>
              <w:t>Rozporządze</w:t>
            </w:r>
            <w:r w:rsidR="00BE3CFD">
              <w:rPr>
                <w:rFonts w:ascii="Times New Roman" w:hAnsi="Times New Roman"/>
              </w:rPr>
              <w:t>ń Parlamentu Europejskiego i Rady Unii Europejskiej 510/2011 i 443/2009, z uwzględnieniem danych wynikających z nowej procedury WLTP na podstawie rozporządze</w:t>
            </w:r>
            <w:r>
              <w:rPr>
                <w:rFonts w:ascii="Times New Roman" w:hAnsi="Times New Roman"/>
              </w:rPr>
              <w:t xml:space="preserve">nia </w:t>
            </w:r>
            <w:r w:rsidRPr="009C18C0">
              <w:rPr>
                <w:rFonts w:ascii="Times New Roman" w:eastAsia="Calibri" w:hAnsi="Times New Roman"/>
                <w:color w:val="000000"/>
                <w:lang w:eastAsia="en-US"/>
              </w:rPr>
              <w:t xml:space="preserve">Komisji </w:t>
            </w:r>
            <w:r w:rsidRPr="009C18C0">
              <w:rPr>
                <w:rFonts w:ascii="Times New Roman" w:hAnsi="Times New Roman"/>
              </w:rPr>
              <w:t>(UE) 2017/115</w:t>
            </w:r>
            <w:r w:rsidR="0024057A">
              <w:rPr>
                <w:rFonts w:ascii="Times New Roman" w:hAnsi="Times New Roman"/>
              </w:rPr>
              <w:t>1</w:t>
            </w:r>
            <w:r w:rsidRPr="009C18C0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6256A" w:rsidRPr="008B4FE6" w14:paraId="3013E100" w14:textId="77777777" w:rsidTr="004034CF">
        <w:trPr>
          <w:trHeight w:val="359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033C018B" w14:textId="77777777"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6256A" w:rsidRPr="008B4FE6" w14:paraId="4D841FBB" w14:textId="77777777" w:rsidTr="00CA2CC7">
        <w:trPr>
          <w:trHeight w:val="142"/>
        </w:trPr>
        <w:tc>
          <w:tcPr>
            <w:tcW w:w="1277" w:type="pct"/>
            <w:gridSpan w:val="3"/>
            <w:shd w:val="clear" w:color="auto" w:fill="auto"/>
          </w:tcPr>
          <w:p w14:paraId="05AB9CFD" w14:textId="77777777"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102" w:type="pct"/>
            <w:gridSpan w:val="9"/>
            <w:shd w:val="clear" w:color="auto" w:fill="auto"/>
          </w:tcPr>
          <w:p w14:paraId="23B2542D" w14:textId="77777777"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292" w:type="pct"/>
            <w:gridSpan w:val="12"/>
            <w:shd w:val="clear" w:color="auto" w:fill="auto"/>
          </w:tcPr>
          <w:p w14:paraId="0B541A04" w14:textId="77777777"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1329" w:type="pct"/>
            <w:gridSpan w:val="6"/>
            <w:shd w:val="clear" w:color="auto" w:fill="auto"/>
          </w:tcPr>
          <w:p w14:paraId="3476D2DC" w14:textId="77777777"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4A1022" w:rsidRPr="004034CF" w14:paraId="03C2B694" w14:textId="77777777" w:rsidTr="00CA2CC7">
        <w:trPr>
          <w:trHeight w:val="142"/>
        </w:trPr>
        <w:tc>
          <w:tcPr>
            <w:tcW w:w="1281" w:type="pct"/>
            <w:gridSpan w:val="4"/>
            <w:shd w:val="clear" w:color="auto" w:fill="auto"/>
          </w:tcPr>
          <w:p w14:paraId="60C232A8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 Cyfryzacji</w:t>
            </w:r>
          </w:p>
        </w:tc>
        <w:tc>
          <w:tcPr>
            <w:tcW w:w="1098" w:type="pct"/>
            <w:gridSpan w:val="8"/>
            <w:shd w:val="clear" w:color="auto" w:fill="auto"/>
          </w:tcPr>
          <w:p w14:paraId="151E3C30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292" w:type="pct"/>
            <w:gridSpan w:val="12"/>
            <w:shd w:val="clear" w:color="auto" w:fill="auto"/>
          </w:tcPr>
          <w:p w14:paraId="43F7B928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329" w:type="pct"/>
            <w:gridSpan w:val="6"/>
            <w:shd w:val="clear" w:color="auto" w:fill="auto"/>
          </w:tcPr>
          <w:p w14:paraId="11870475" w14:textId="77777777" w:rsidR="004A1022" w:rsidRPr="004A1022" w:rsidRDefault="004A1022" w:rsidP="004A1022">
            <w:pPr>
              <w:ind w:firstLine="170"/>
              <w:rPr>
                <w:rFonts w:ascii="Times New Roman" w:hAnsi="Times New Roman"/>
                <w:color w:val="000000"/>
                <w:spacing w:val="-2"/>
              </w:rPr>
            </w:pPr>
            <w:r w:rsidRPr="004A1022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Minister Cyfryzacji jest organem prowadzącym centralną ewidencję pojazdów, zobowiązanym do raportowania do Komisji Europejskiej informacji o </w:t>
            </w:r>
            <w:r w:rsidRPr="004A1022">
              <w:rPr>
                <w:rFonts w:ascii="Times New Roman" w:hAnsi="Times New Roman"/>
              </w:rPr>
              <w:t xml:space="preserve">danych nowo rejestrowanych pojazdów w zakresie ich wpływu na środowisko – emisji </w:t>
            </w:r>
            <w:r w:rsidRPr="004A1022">
              <w:rPr>
                <w:rFonts w:ascii="Times New Roman" w:hAnsi="Times New Roman"/>
                <w:color w:val="444444"/>
              </w:rPr>
              <w:t>CO</w:t>
            </w:r>
            <w:r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</w:p>
        </w:tc>
      </w:tr>
      <w:tr w:rsidR="004A1022" w:rsidRPr="0056256A" w14:paraId="0C963439" w14:textId="77777777" w:rsidTr="00CA2CC7">
        <w:trPr>
          <w:trHeight w:val="142"/>
        </w:trPr>
        <w:tc>
          <w:tcPr>
            <w:tcW w:w="1281" w:type="pct"/>
            <w:gridSpan w:val="4"/>
            <w:shd w:val="clear" w:color="auto" w:fill="auto"/>
          </w:tcPr>
          <w:p w14:paraId="5FE2F679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</w:rPr>
              <w:t>Podmiot prowadzący katalog</w:t>
            </w:r>
            <w:r w:rsidR="00BE0145">
              <w:rPr>
                <w:rFonts w:ascii="Times New Roman" w:hAnsi="Times New Roman"/>
                <w:color w:val="000000"/>
              </w:rPr>
              <w:t xml:space="preserve"> – Instytut Transportu Samochodowego</w:t>
            </w:r>
          </w:p>
        </w:tc>
        <w:tc>
          <w:tcPr>
            <w:tcW w:w="1098" w:type="pct"/>
            <w:gridSpan w:val="8"/>
            <w:shd w:val="clear" w:color="auto" w:fill="auto"/>
          </w:tcPr>
          <w:p w14:paraId="21166E54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292" w:type="pct"/>
            <w:gridSpan w:val="12"/>
            <w:shd w:val="clear" w:color="auto" w:fill="auto"/>
          </w:tcPr>
          <w:p w14:paraId="74935558" w14:textId="77777777"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329" w:type="pct"/>
            <w:gridSpan w:val="6"/>
            <w:shd w:val="clear" w:color="auto" w:fill="auto"/>
          </w:tcPr>
          <w:p w14:paraId="533E0016" w14:textId="77777777" w:rsidR="004A1022" w:rsidRPr="004034CF" w:rsidRDefault="004A1022" w:rsidP="009556B9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  <w:spacing w:val="-2"/>
              </w:rPr>
              <w:t>Prowadzenie katalogu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udostępnianie katalogu za pomocą systemu informatycznego centralnej ewidencji </w:t>
            </w:r>
            <w:r w:rsidR="009556B9">
              <w:rPr>
                <w:rFonts w:ascii="Times New Roman" w:hAnsi="Times New Roman"/>
                <w:color w:val="000000"/>
                <w:spacing w:val="-2"/>
              </w:rPr>
              <w:t xml:space="preserve">pojazdów i kierowców </w:t>
            </w:r>
            <w:r>
              <w:rPr>
                <w:rFonts w:ascii="Times New Roman" w:hAnsi="Times New Roman"/>
                <w:color w:val="000000"/>
                <w:spacing w:val="-2"/>
              </w:rPr>
              <w:t>podmiotom uprawnionym</w:t>
            </w:r>
          </w:p>
        </w:tc>
      </w:tr>
      <w:tr w:rsidR="004A1022" w:rsidRPr="008B4FE6" w14:paraId="2960ED1F" w14:textId="77777777" w:rsidTr="004034CF">
        <w:trPr>
          <w:trHeight w:val="30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795E1538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4A1022" w:rsidRPr="008B4FE6" w14:paraId="1BBF37E8" w14:textId="77777777" w:rsidTr="004034CF">
        <w:trPr>
          <w:trHeight w:val="342"/>
        </w:trPr>
        <w:tc>
          <w:tcPr>
            <w:tcW w:w="5000" w:type="pct"/>
            <w:gridSpan w:val="30"/>
            <w:shd w:val="clear" w:color="auto" w:fill="FFFFFF"/>
          </w:tcPr>
          <w:p w14:paraId="067587C5" w14:textId="77777777" w:rsidR="004A1022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5E64B4F" w14:textId="77777777" w:rsidR="00BD6278" w:rsidRPr="00BD6278" w:rsidRDefault="00BD6278" w:rsidP="00BD6278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</w:pPr>
            <w:r w:rsidRPr="00BD6278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Projekt rozporządzenia został zamieszczony w Biuletynie Informacji Publicznej na stronie podmiotowej Rządowego Centrum Legislacji, w serwisie „Rządowy Proces Legislacyjny” oraz w Biuletynie Informacji Publicznej na stronie podmiotowej Ministra Cyfryzacji.</w:t>
            </w:r>
          </w:p>
          <w:p w14:paraId="4EE3FF1F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14:paraId="0883E379" w14:textId="77777777" w:rsidTr="004034CF">
        <w:trPr>
          <w:trHeight w:val="363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11D08B7D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4A1022" w:rsidRPr="008B4FE6" w14:paraId="7E43ACD9" w14:textId="77777777" w:rsidTr="00CA2CC7">
        <w:trPr>
          <w:trHeight w:val="142"/>
        </w:trPr>
        <w:tc>
          <w:tcPr>
            <w:tcW w:w="1482" w:type="pct"/>
            <w:gridSpan w:val="5"/>
            <w:vMerge w:val="restart"/>
            <w:shd w:val="clear" w:color="auto" w:fill="FFFFFF"/>
          </w:tcPr>
          <w:p w14:paraId="46BA611D" w14:textId="77777777" w:rsidR="004A1022" w:rsidRPr="00C53F26" w:rsidRDefault="004A1022" w:rsidP="004A1022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3518" w:type="pct"/>
            <w:gridSpan w:val="25"/>
            <w:shd w:val="clear" w:color="auto" w:fill="FFFFFF"/>
          </w:tcPr>
          <w:p w14:paraId="772C6C4D" w14:textId="77777777" w:rsidR="004A1022" w:rsidRPr="00C53F26" w:rsidRDefault="004A1022" w:rsidP="004A1022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7A3550" w:rsidRPr="008B4FE6" w14:paraId="406CC26A" w14:textId="77777777" w:rsidTr="00E87F17">
        <w:trPr>
          <w:trHeight w:val="142"/>
        </w:trPr>
        <w:tc>
          <w:tcPr>
            <w:tcW w:w="1482" w:type="pct"/>
            <w:gridSpan w:val="5"/>
            <w:vMerge/>
            <w:shd w:val="clear" w:color="auto" w:fill="FFFFFF"/>
          </w:tcPr>
          <w:p w14:paraId="054AE9CF" w14:textId="77777777" w:rsidR="004A1022" w:rsidRPr="00C53F26" w:rsidRDefault="004A1022" w:rsidP="004A1022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44" w:type="pct"/>
            <w:gridSpan w:val="2"/>
            <w:shd w:val="clear" w:color="auto" w:fill="FFFFFF"/>
          </w:tcPr>
          <w:p w14:paraId="25F8701C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46F1A7B5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3FBB93CF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1A2249DD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307858B6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3" w:type="pct"/>
            <w:shd w:val="clear" w:color="auto" w:fill="FFFFFF"/>
          </w:tcPr>
          <w:p w14:paraId="13F00527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A026422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8C86AAE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4BB178A4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726E06D7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3" w:type="pct"/>
            <w:shd w:val="clear" w:color="auto" w:fill="FFFFFF"/>
          </w:tcPr>
          <w:p w14:paraId="02094917" w14:textId="77777777"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3945A8E2" w14:textId="77777777" w:rsidR="004A1022" w:rsidRPr="00C53F26" w:rsidRDefault="004A1022" w:rsidP="004A1022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7A3550" w:rsidRPr="008B4FE6" w14:paraId="0CAAD6F7" w14:textId="77777777" w:rsidTr="00E87F17">
        <w:trPr>
          <w:trHeight w:val="321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276B44F6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59414CC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392B966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5836EAE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4DDD895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46E9982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0A7F050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5F1D1B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90714F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4FBC76D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C27DC8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70446A1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0BA67A3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2DEFC107" w14:textId="77777777" w:rsidTr="00E87F17">
        <w:trPr>
          <w:trHeight w:val="321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11056C71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181DF30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50024F4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03A845E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698EE3C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29C5CF0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4A3B85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7E41DC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5562C6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15F293E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621FED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313AF8E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3E6B1AC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5D125D98" w14:textId="77777777" w:rsidTr="00E87F17">
        <w:trPr>
          <w:trHeight w:val="344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61CCF6DE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0F278DE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7B7A7B1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24D08AA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6F64012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6A8D493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493F0CE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12DF347E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17ED8431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0DF50B0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CB5642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5D0577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44B7DFD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71F794E5" w14:textId="77777777" w:rsidTr="00E87F17">
        <w:trPr>
          <w:trHeight w:val="344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249D760C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47C67E6E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24ED142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362B265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306A88F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0215F9E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021AC6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6E0955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0CDD68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63AB4A5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3D50A56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59E6558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746C189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0CEB51D9" w14:textId="77777777" w:rsidTr="00E87F17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4217F8C5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2CAF86D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64D4C7C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52024B0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3D045A6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6B0CF09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6A77B70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0DB4D13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6CCB371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4B0D872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6107EC7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08077BA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221EA6A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7111A0AE" w14:textId="77777777" w:rsidTr="00E87F17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3AAF9FC4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7E90E2F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175F0EF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34CEFF3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0421ABC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1AC715F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62A221B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00F4F8F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0FF38F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6A39993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3EB8132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36C4554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25094E6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215FC3B6" w14:textId="77777777" w:rsidTr="00E87F17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511441E7" w14:textId="71E3D4F0" w:rsidR="004A3FB7" w:rsidRPr="00C53F26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Fundusz Celowy </w:t>
            </w: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CEPiK</w:t>
            </w:r>
            <w:proofErr w:type="spellEnd"/>
          </w:p>
        </w:tc>
        <w:tc>
          <w:tcPr>
            <w:tcW w:w="244" w:type="pct"/>
            <w:gridSpan w:val="2"/>
            <w:shd w:val="clear" w:color="auto" w:fill="FFFFFF"/>
          </w:tcPr>
          <w:p w14:paraId="11311F7A" w14:textId="531D551E" w:rsidR="004A3FB7" w:rsidRDefault="007A3550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0,55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249135A8" w14:textId="06FC5F75" w:rsidR="004A3FB7" w:rsidRDefault="007A3550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71C4398E" w14:textId="63AF8E31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0FE10063" w14:textId="60EEDA4C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45D89CEC" w14:textId="4639700C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208E41A" w14:textId="248C5F6B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A236F2B" w14:textId="3835444B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C6CA787" w14:textId="6E89C277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7F63B6E3" w14:textId="35F64B8A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F6C224B" w14:textId="44BCADCC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626C6C96" w14:textId="15643B96"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748EB26C" w14:textId="414EA01D" w:rsidR="004A3FB7" w:rsidRDefault="004A3FB7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0,55</w:t>
            </w:r>
          </w:p>
        </w:tc>
      </w:tr>
      <w:tr w:rsidR="007A3550" w:rsidRPr="008B4FE6" w14:paraId="68C7BD06" w14:textId="77777777" w:rsidTr="00E87F17">
        <w:trPr>
          <w:trHeight w:val="351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4C4E1631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6AB62DB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6A03BB9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2C41477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5F60248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0666500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1E17B44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0E6B6B4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9FE21D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3565C3D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1C16336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1ABE76F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17E5DFC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22759AB5" w14:textId="77777777" w:rsidTr="00E87F17">
        <w:trPr>
          <w:trHeight w:val="351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51AB6B31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383C12B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73A7B1A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0356469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1FDE748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342A4EC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561D881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45FB3CC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5257E81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116F00D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6A7EF23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31F333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7EFBF1BB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632B79A6" w14:textId="77777777" w:rsidTr="00E87F17">
        <w:trPr>
          <w:trHeight w:val="360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14BCCA54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29AAB150" w14:textId="2757474D" w:rsidR="004A1022" w:rsidRPr="00B37C80" w:rsidRDefault="007A3550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-0,55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146117C4" w14:textId="58D53919" w:rsidR="004A1022" w:rsidRPr="00B37C80" w:rsidRDefault="007A3550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6BD97B8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116545F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7539A65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3FAF256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D39E90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1AEB0B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55BEA5F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0DF1B8D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0D4CEE38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5B5B9337" w14:textId="33064300" w:rsidR="004A1022" w:rsidRPr="00B37C80" w:rsidRDefault="004A3FB7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  <w:r w:rsidR="004A102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,55</w:t>
            </w:r>
          </w:p>
        </w:tc>
      </w:tr>
      <w:tr w:rsidR="007A3550" w:rsidRPr="008B4FE6" w14:paraId="5D9386BD" w14:textId="77777777" w:rsidTr="00E87F17">
        <w:trPr>
          <w:trHeight w:val="360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15E6B8E3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4F4F9F4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3C9F27B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40C349A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1EEE8CE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409F401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386AC6F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35EC671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15EFD46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2CB4A79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298F52A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7A63C7D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60F6226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191BF411" w14:textId="77777777" w:rsidTr="00E87F17">
        <w:trPr>
          <w:trHeight w:val="357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7FA4E403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73CC41B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7E03238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597829C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71E852E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78C10895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207343D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00FDCDB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23C8E98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6DB48F6D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42EF3FB2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6F6B71E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07FD3D0E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7A3550" w:rsidRPr="008B4FE6" w14:paraId="711444F9" w14:textId="77777777" w:rsidTr="00E87F17">
        <w:trPr>
          <w:trHeight w:val="357"/>
        </w:trPr>
        <w:tc>
          <w:tcPr>
            <w:tcW w:w="1482" w:type="pct"/>
            <w:gridSpan w:val="5"/>
            <w:shd w:val="clear" w:color="auto" w:fill="FFFFFF"/>
            <w:vAlign w:val="center"/>
          </w:tcPr>
          <w:p w14:paraId="606EE992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14:paraId="1A036520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14:paraId="0F4B435C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14:paraId="5563E5E1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14:paraId="7476D12F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14:paraId="0D440039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04C93FD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37A29FE7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14:paraId="74DD2C5E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14:paraId="63FC0EFA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14:paraId="57D77E56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14:paraId="01168A34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14:paraId="58C0A203" w14:textId="77777777"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4A1022" w:rsidRPr="008B4FE6" w14:paraId="0CBF2325" w14:textId="77777777" w:rsidTr="00CA2CC7">
        <w:trPr>
          <w:trHeight w:val="348"/>
        </w:trPr>
        <w:tc>
          <w:tcPr>
            <w:tcW w:w="1091" w:type="pct"/>
            <w:gridSpan w:val="2"/>
            <w:shd w:val="clear" w:color="auto" w:fill="FFFFFF"/>
            <w:vAlign w:val="center"/>
          </w:tcPr>
          <w:p w14:paraId="31A701BD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14:paraId="6EFA7E1C" w14:textId="5BBD497A" w:rsidR="004A1022" w:rsidRPr="001D6C5E" w:rsidRDefault="004A1022" w:rsidP="004A10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Fundusz Celowy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 xml:space="preserve"> -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 xml:space="preserve"> C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entraln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>a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E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widencj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>a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P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ojazdów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i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K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ierowców.</w:t>
            </w:r>
          </w:p>
          <w:p w14:paraId="1AC4D8D5" w14:textId="77777777" w:rsidR="004A1022" w:rsidRPr="001D6C5E" w:rsidRDefault="004A1022" w:rsidP="004A10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4A1022" w:rsidRPr="008B4FE6" w14:paraId="7A720D01" w14:textId="77777777" w:rsidTr="00CA2CC7">
        <w:trPr>
          <w:trHeight w:val="4807"/>
        </w:trPr>
        <w:tc>
          <w:tcPr>
            <w:tcW w:w="1091" w:type="pct"/>
            <w:gridSpan w:val="2"/>
            <w:shd w:val="clear" w:color="auto" w:fill="FFFFFF"/>
          </w:tcPr>
          <w:p w14:paraId="1BB40C06" w14:textId="77777777"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3909" w:type="pct"/>
            <w:gridSpan w:val="28"/>
            <w:shd w:val="clear" w:color="auto" w:fill="FFFFFF"/>
          </w:tcPr>
          <w:p w14:paraId="375592D0" w14:textId="2AAAE1A8" w:rsidR="004A3FB7" w:rsidRPr="00CA2CC7" w:rsidRDefault="004A3FB7" w:rsidP="004A3FB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CA2CC7">
              <w:rPr>
                <w:rFonts w:ascii="Times New Roman" w:eastAsia="Calibri" w:hAnsi="Times New Roman"/>
                <w:color w:val="000000"/>
                <w:szCs w:val="21"/>
                <w:lang w:eastAsia="en-US"/>
              </w:rPr>
              <w:t xml:space="preserve">Zmiana po stronie centralnej Systemu Informatycznego Centralnej Ewidencji Pojazdów i Kierowców, w zakresie rozszerzenia katalogu danych, zostanie sfinansowana ze środków Funduszu – Centralna Ewidencja Pojazdów i Kierowców. 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Całkowity koszt dostosowania systemu </w:t>
            </w:r>
            <w:proofErr w:type="spellStart"/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>CEPiK</w:t>
            </w:r>
            <w:proofErr w:type="spellEnd"/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2.0 związany z wprowadzeniem procedury WLTP szacowany jest na poziomie 550 tys. zł i obejmuje</w:t>
            </w:r>
            <w:r w:rsidR="007A3550">
              <w:rPr>
                <w:rFonts w:ascii="Times New Roman" w:eastAsia="Calibri" w:hAnsi="Times New Roman"/>
                <w:color w:val="000000"/>
                <w:lang w:eastAsia="en-US"/>
              </w:rPr>
              <w:t xml:space="preserve"> łącznie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skutki </w:t>
            </w:r>
            <w:r w:rsidR="007A3550">
              <w:rPr>
                <w:rFonts w:ascii="Times New Roman" w:eastAsia="Calibri" w:hAnsi="Times New Roman"/>
                <w:color w:val="000000"/>
                <w:lang w:eastAsia="en-US"/>
              </w:rPr>
              <w:t xml:space="preserve">zmian </w:t>
            </w: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ujęte w niniejszym projekcie oraz w projekcie rozporządzenia zmieniającego rozporządzenie w sprawie katalogu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>danych gromadzonych w centralnej ewidencji pojazdów</w:t>
            </w:r>
            <w:r w:rsidR="000C6A13">
              <w:rPr>
                <w:rFonts w:ascii="Times New Roman" w:eastAsia="Calibri" w:hAnsi="Times New Roman"/>
                <w:color w:val="000000"/>
                <w:lang w:eastAsia="en-US"/>
              </w:rPr>
              <w:t xml:space="preserve"> polegających na</w:t>
            </w: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: </w:t>
            </w:r>
          </w:p>
          <w:p w14:paraId="68EDF5C6" w14:textId="23FEF5A0" w:rsidR="004A3FB7" w:rsidRPr="00CA2CC7" w:rsidRDefault="004A3FB7" w:rsidP="004A3FB7">
            <w:pPr>
              <w:pStyle w:val="Akapitzlist"/>
              <w:widowControl/>
              <w:numPr>
                <w:ilvl w:val="0"/>
                <w:numId w:val="49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>rozszerzeni</w:t>
            </w:r>
            <w:r w:rsidR="000C6A13">
              <w:rPr>
                <w:rFonts w:ascii="Times New Roman" w:eastAsia="Calibri" w:hAnsi="Times New Roman"/>
                <w:color w:val="000000"/>
                <w:lang w:eastAsia="en-US"/>
              </w:rPr>
              <w:t>u</w:t>
            </w: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 zakresu danych gromadzonych w centralnej ewidencji pojazdów oraz </w:t>
            </w:r>
          </w:p>
          <w:p w14:paraId="4D15E172" w14:textId="35A973C9" w:rsidR="00EC0955" w:rsidRDefault="004A3FB7" w:rsidP="00EC0955">
            <w:pPr>
              <w:pStyle w:val="Akapitzlist"/>
              <w:widowControl/>
              <w:numPr>
                <w:ilvl w:val="0"/>
                <w:numId w:val="49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>dostosowani</w:t>
            </w:r>
            <w:r w:rsidR="000C6A13">
              <w:rPr>
                <w:rFonts w:ascii="Times New Roman" w:eastAsia="Calibri" w:hAnsi="Times New Roman"/>
                <w:color w:val="000000"/>
                <w:lang w:eastAsia="en-US"/>
              </w:rPr>
              <w:t>u</w:t>
            </w:r>
            <w:r w:rsidRP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 CEPiK2.0 do rozszerzonego zakresu danych gromadzonych w katalogu marek i typów pojazdów homologowanych na terytorium RP oraz udostępnianych z tego katalogu podmiotom uprawnionym m.in. na potrzeby realizac</w:t>
            </w:r>
            <w:r w:rsidR="00EC0955" w:rsidRPr="00EC0955">
              <w:rPr>
                <w:rFonts w:ascii="Times New Roman" w:eastAsia="Calibri" w:hAnsi="Times New Roman"/>
                <w:color w:val="000000"/>
                <w:lang w:eastAsia="en-US"/>
              </w:rPr>
              <w:t>ji procesu rejestracji pojazdów.</w:t>
            </w:r>
          </w:p>
          <w:p w14:paraId="429ABA28" w14:textId="4E8EE509" w:rsidR="00EC0955" w:rsidRPr="00CA2CC7" w:rsidRDefault="00EC0955" w:rsidP="00CA2CC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Wydatkowanie z tytułu powyższej zmiany planowane jest na 2019</w:t>
            </w:r>
            <w:r w:rsidR="00CA2CC7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>r.</w:t>
            </w:r>
          </w:p>
          <w:p w14:paraId="17282722" w14:textId="59CB31FE" w:rsidR="003E718A" w:rsidRPr="001D6C5E" w:rsidRDefault="004A3FB7" w:rsidP="00FE2D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>Przedmiotowy projekt nie spowoduje skutków finansowych dla organów samorządu terytorialnego oraz nie będzie generował skutków finansowych dla budżetu państwa</w:t>
            </w:r>
            <w:r w:rsidR="00DA1090">
              <w:rPr>
                <w:rFonts w:ascii="Times New Roman" w:eastAsia="Calibri" w:hAnsi="Times New Roman"/>
                <w:color w:val="000000"/>
                <w:lang w:eastAsia="en-US"/>
              </w:rPr>
              <w:t>.</w:t>
            </w:r>
          </w:p>
        </w:tc>
      </w:tr>
      <w:tr w:rsidR="004A1022" w:rsidRPr="008B4FE6" w14:paraId="6A204D1C" w14:textId="77777777" w:rsidTr="004034CF">
        <w:trPr>
          <w:trHeight w:val="345"/>
        </w:trPr>
        <w:tc>
          <w:tcPr>
            <w:tcW w:w="5000" w:type="pct"/>
            <w:gridSpan w:val="30"/>
            <w:shd w:val="clear" w:color="auto" w:fill="99CCFF"/>
          </w:tcPr>
          <w:p w14:paraId="0469CE69" w14:textId="5B76AC54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4A1022" w:rsidRPr="008B4FE6" w14:paraId="1CB3F6C8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14:paraId="743B2980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4A1022" w:rsidRPr="008B4FE6" w14:paraId="586D69DB" w14:textId="77777777" w:rsidTr="00CA2CC7">
        <w:trPr>
          <w:trHeight w:val="142"/>
        </w:trPr>
        <w:tc>
          <w:tcPr>
            <w:tcW w:w="1820" w:type="pct"/>
            <w:gridSpan w:val="8"/>
            <w:shd w:val="clear" w:color="auto" w:fill="FFFFFF"/>
          </w:tcPr>
          <w:p w14:paraId="3F0F240F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06" w:type="pct"/>
            <w:gridSpan w:val="2"/>
            <w:shd w:val="clear" w:color="auto" w:fill="FFFFFF"/>
          </w:tcPr>
          <w:p w14:paraId="42E71F47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94" w:type="pct"/>
            <w:gridSpan w:val="5"/>
            <w:shd w:val="clear" w:color="auto" w:fill="FFFFFF"/>
          </w:tcPr>
          <w:p w14:paraId="37A7B9BD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402" w:type="pct"/>
            <w:gridSpan w:val="4"/>
            <w:shd w:val="clear" w:color="auto" w:fill="FFFFFF"/>
          </w:tcPr>
          <w:p w14:paraId="388D646C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23525821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290BBC1D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423C5B02" w14:textId="77777777"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55" w:type="pct"/>
            <w:shd w:val="clear" w:color="auto" w:fill="FFFFFF"/>
          </w:tcPr>
          <w:p w14:paraId="207C3797" w14:textId="77777777" w:rsidR="004A1022" w:rsidRPr="001B3460" w:rsidRDefault="004A1022" w:rsidP="004A1022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4A1022" w:rsidRPr="008B4FE6" w14:paraId="759BF586" w14:textId="77777777" w:rsidTr="00CA2CC7">
        <w:trPr>
          <w:trHeight w:val="142"/>
        </w:trPr>
        <w:tc>
          <w:tcPr>
            <w:tcW w:w="808" w:type="pct"/>
            <w:vMerge w:val="restart"/>
            <w:shd w:val="clear" w:color="auto" w:fill="FFFFFF"/>
          </w:tcPr>
          <w:p w14:paraId="7882D3C4" w14:textId="77777777" w:rsidR="004A1022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4E0304E8" w14:textId="77777777" w:rsidR="004A1022" w:rsidRPr="0024057A" w:rsidRDefault="0024057A" w:rsidP="004A1022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(w mln zł</w:t>
            </w:r>
            <w:r w:rsidR="004A1022">
              <w:rPr>
                <w:rFonts w:ascii="Times New Roman" w:hAnsi="Times New Roman"/>
                <w:spacing w:val="-2"/>
                <w:sz w:val="21"/>
                <w:szCs w:val="21"/>
              </w:rPr>
              <w:t>.)</w:t>
            </w:r>
          </w:p>
        </w:tc>
        <w:tc>
          <w:tcPr>
            <w:tcW w:w="1012" w:type="pct"/>
            <w:gridSpan w:val="7"/>
            <w:shd w:val="clear" w:color="auto" w:fill="FFFFFF"/>
          </w:tcPr>
          <w:p w14:paraId="64E0181D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506" w:type="pct"/>
            <w:gridSpan w:val="2"/>
            <w:shd w:val="clear" w:color="auto" w:fill="FFFFFF"/>
          </w:tcPr>
          <w:p w14:paraId="0409F697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14:paraId="0D45C178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14:paraId="481BDE6D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7030E086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1E226839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290509C8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14:paraId="4155048A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14:paraId="5D0EB462" w14:textId="77777777" w:rsidTr="00CA2CC7">
        <w:trPr>
          <w:trHeight w:val="142"/>
        </w:trPr>
        <w:tc>
          <w:tcPr>
            <w:tcW w:w="808" w:type="pct"/>
            <w:vMerge/>
            <w:shd w:val="clear" w:color="auto" w:fill="FFFFFF"/>
          </w:tcPr>
          <w:p w14:paraId="7B271C3F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14:paraId="2673A5C8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506" w:type="pct"/>
            <w:gridSpan w:val="2"/>
            <w:shd w:val="clear" w:color="auto" w:fill="FFFFFF"/>
          </w:tcPr>
          <w:p w14:paraId="3DABBE1A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14:paraId="00A8BA20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14:paraId="63F90676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6379B67B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4F5A7B47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5D383087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14:paraId="4FAA8DCC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14:paraId="1ED13AC6" w14:textId="77777777" w:rsidTr="00CA2CC7">
        <w:trPr>
          <w:trHeight w:val="142"/>
        </w:trPr>
        <w:tc>
          <w:tcPr>
            <w:tcW w:w="808" w:type="pct"/>
            <w:vMerge/>
            <w:shd w:val="clear" w:color="auto" w:fill="FFFFFF"/>
          </w:tcPr>
          <w:p w14:paraId="182AF550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14:paraId="4311AC25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506" w:type="pct"/>
            <w:gridSpan w:val="2"/>
            <w:shd w:val="clear" w:color="auto" w:fill="FFFFFF"/>
          </w:tcPr>
          <w:p w14:paraId="1805D61E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14:paraId="32F40C19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14:paraId="5780F4B2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093833CC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14:paraId="4C27D880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14:paraId="2FA9739A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14:paraId="12C4B144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14:paraId="5112A67C" w14:textId="77777777" w:rsidTr="00CA2CC7">
        <w:trPr>
          <w:trHeight w:val="142"/>
        </w:trPr>
        <w:tc>
          <w:tcPr>
            <w:tcW w:w="808" w:type="pct"/>
            <w:vMerge w:val="restart"/>
            <w:shd w:val="clear" w:color="auto" w:fill="FFFFFF"/>
          </w:tcPr>
          <w:p w14:paraId="5BC872D4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012" w:type="pct"/>
            <w:gridSpan w:val="7"/>
            <w:shd w:val="clear" w:color="auto" w:fill="FFFFFF"/>
          </w:tcPr>
          <w:p w14:paraId="33EA11FF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3180" w:type="pct"/>
            <w:gridSpan w:val="22"/>
            <w:shd w:val="clear" w:color="auto" w:fill="FFFFFF"/>
          </w:tcPr>
          <w:p w14:paraId="35C13B74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14:paraId="2A8A687A" w14:textId="77777777" w:rsidTr="00CA2CC7">
        <w:trPr>
          <w:trHeight w:val="142"/>
        </w:trPr>
        <w:tc>
          <w:tcPr>
            <w:tcW w:w="808" w:type="pct"/>
            <w:vMerge/>
            <w:shd w:val="clear" w:color="auto" w:fill="FFFFFF"/>
          </w:tcPr>
          <w:p w14:paraId="5389B89D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14:paraId="657C4982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3180" w:type="pct"/>
            <w:gridSpan w:val="22"/>
            <w:shd w:val="clear" w:color="auto" w:fill="FFFFFF"/>
          </w:tcPr>
          <w:p w14:paraId="6C1CDE56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14:paraId="4ED5889D" w14:textId="77777777" w:rsidTr="00CA2CC7">
        <w:trPr>
          <w:trHeight w:val="596"/>
        </w:trPr>
        <w:tc>
          <w:tcPr>
            <w:tcW w:w="808" w:type="pct"/>
            <w:vMerge/>
            <w:shd w:val="clear" w:color="auto" w:fill="FFFFFF"/>
          </w:tcPr>
          <w:p w14:paraId="1AD6E511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14:paraId="411E815C" w14:textId="77777777" w:rsidR="004A1022" w:rsidRPr="00301959" w:rsidRDefault="004A1022" w:rsidP="004A1022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180" w:type="pct"/>
            <w:gridSpan w:val="22"/>
            <w:shd w:val="clear" w:color="auto" w:fill="FFFFFF"/>
          </w:tcPr>
          <w:p w14:paraId="4A558B80" w14:textId="77777777"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14:paraId="0ADB2BE6" w14:textId="77777777" w:rsidTr="00CA2CC7">
        <w:trPr>
          <w:trHeight w:val="1307"/>
        </w:trPr>
        <w:tc>
          <w:tcPr>
            <w:tcW w:w="1091" w:type="pct"/>
            <w:gridSpan w:val="2"/>
            <w:shd w:val="clear" w:color="auto" w:fill="FFFFFF"/>
          </w:tcPr>
          <w:p w14:paraId="70E6C413" w14:textId="77777777"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14:paraId="5FFD1352" w14:textId="77777777" w:rsidR="004A1022" w:rsidRPr="00FA71BF" w:rsidRDefault="00FA71BF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 w:rsidRPr="00FA71BF">
              <w:rPr>
                <w:rFonts w:ascii="Times New Roman" w:hAnsi="Times New Roman"/>
                <w:color w:val="000000"/>
              </w:rPr>
              <w:t>Projekt rozporządzenia nie ma wpływu na konkurencyjność gospodarki i przedsiębiorczość, w tym funkcjonowanie przedsiębiorców oraz na sytuację ekonomiczną i społeczną rodziny, osób niepełnosprawnych oraz osób starszych, a także na obywateli i gospodarstwa domowe.</w:t>
            </w:r>
          </w:p>
        </w:tc>
      </w:tr>
      <w:tr w:rsidR="004A1022" w:rsidRPr="008B4FE6" w14:paraId="67E769BC" w14:textId="77777777" w:rsidTr="004034CF">
        <w:trPr>
          <w:trHeight w:val="34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14:paraId="152FDABE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4A1022" w:rsidRPr="008B4FE6" w14:paraId="5A044AF9" w14:textId="77777777" w:rsidTr="004034CF">
        <w:trPr>
          <w:trHeight w:val="151"/>
        </w:trPr>
        <w:tc>
          <w:tcPr>
            <w:tcW w:w="5000" w:type="pct"/>
            <w:gridSpan w:val="30"/>
            <w:shd w:val="clear" w:color="auto" w:fill="FFFFFF"/>
          </w:tcPr>
          <w:p w14:paraId="33D052C6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4A1022" w:rsidRPr="008B4FE6" w14:paraId="6F8D0A21" w14:textId="77777777" w:rsidTr="00CA2CC7">
        <w:trPr>
          <w:trHeight w:val="946"/>
        </w:trPr>
        <w:tc>
          <w:tcPr>
            <w:tcW w:w="2436" w:type="pct"/>
            <w:gridSpan w:val="13"/>
            <w:shd w:val="clear" w:color="auto" w:fill="FFFFFF"/>
          </w:tcPr>
          <w:p w14:paraId="71BD1283" w14:textId="77777777"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2564" w:type="pct"/>
            <w:gridSpan w:val="17"/>
            <w:shd w:val="clear" w:color="auto" w:fill="FFFFFF"/>
          </w:tcPr>
          <w:p w14:paraId="7D7C268B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EDFA58C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4DEB9DD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4A1022" w:rsidRPr="008B4FE6" w14:paraId="2877F7CD" w14:textId="77777777" w:rsidTr="00CA2CC7">
        <w:trPr>
          <w:trHeight w:val="1245"/>
        </w:trPr>
        <w:tc>
          <w:tcPr>
            <w:tcW w:w="2436" w:type="pct"/>
            <w:gridSpan w:val="13"/>
            <w:shd w:val="clear" w:color="auto" w:fill="FFFFFF"/>
          </w:tcPr>
          <w:p w14:paraId="10CA92B2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66A7022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C5CAE67" w14:textId="77777777"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A9B8E65" w14:textId="77777777" w:rsidR="004A1022" w:rsidRPr="008B4FE6" w:rsidRDefault="004A1022" w:rsidP="004A1022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2564" w:type="pct"/>
            <w:gridSpan w:val="17"/>
            <w:shd w:val="clear" w:color="auto" w:fill="FFFFFF"/>
          </w:tcPr>
          <w:p w14:paraId="0CB27E9A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6AF9F7B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A85FABE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0F10252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8F2DF93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14:paraId="01589A9E" w14:textId="77777777" w:rsidTr="00CA2CC7">
        <w:trPr>
          <w:trHeight w:val="870"/>
        </w:trPr>
        <w:tc>
          <w:tcPr>
            <w:tcW w:w="2436" w:type="pct"/>
            <w:gridSpan w:val="13"/>
            <w:shd w:val="clear" w:color="auto" w:fill="FFFFFF"/>
          </w:tcPr>
          <w:p w14:paraId="1D6A2E72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2564" w:type="pct"/>
            <w:gridSpan w:val="17"/>
            <w:shd w:val="clear" w:color="auto" w:fill="FFFFFF"/>
          </w:tcPr>
          <w:p w14:paraId="0D847D05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EBCE5BC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FC62AA0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105E00FD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14:paraId="7A6F1A7E" w14:textId="77777777" w:rsidTr="004034CF">
        <w:trPr>
          <w:trHeight w:val="630"/>
        </w:trPr>
        <w:tc>
          <w:tcPr>
            <w:tcW w:w="5000" w:type="pct"/>
            <w:gridSpan w:val="30"/>
            <w:shd w:val="clear" w:color="auto" w:fill="FFFFFF"/>
          </w:tcPr>
          <w:p w14:paraId="3F30556C" w14:textId="77777777" w:rsidR="004A1022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3C49E8A7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14:paraId="3D91FB77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13584D16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4A1022" w:rsidRPr="008B4FE6" w14:paraId="339A176D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auto"/>
          </w:tcPr>
          <w:p w14:paraId="2468E018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6669C6B8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Projekt rozporządzenia nie ma wpływu na rynek pracy.</w:t>
            </w:r>
          </w:p>
          <w:p w14:paraId="02F95E0F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14:paraId="3A8BE925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3981905C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4A1022" w:rsidRPr="008B4FE6" w14:paraId="7A997367" w14:textId="77777777" w:rsidTr="00CA2CC7">
        <w:trPr>
          <w:trHeight w:val="1031"/>
        </w:trPr>
        <w:tc>
          <w:tcPr>
            <w:tcW w:w="1661" w:type="pct"/>
            <w:gridSpan w:val="6"/>
            <w:shd w:val="clear" w:color="auto" w:fill="FFFFFF"/>
          </w:tcPr>
          <w:p w14:paraId="247C1479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14:paraId="472A2C3D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37F00889" w14:textId="77777777"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E844A96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1691" w:type="pct"/>
            <w:gridSpan w:val="15"/>
            <w:shd w:val="clear" w:color="auto" w:fill="FFFFFF"/>
          </w:tcPr>
          <w:p w14:paraId="042E15AB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14:paraId="7701E4EF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EB89E49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1648" w:type="pct"/>
            <w:gridSpan w:val="9"/>
            <w:shd w:val="clear" w:color="auto" w:fill="FFFFFF"/>
          </w:tcPr>
          <w:p w14:paraId="2B9D1AEE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14:paraId="451EF015" w14:textId="77777777"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4EED2461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05E8">
              <w:rPr>
                <w:rFonts w:ascii="Times New Roman" w:hAnsi="Times New Roman"/>
                <w:color w:val="000000"/>
              </w:rPr>
            </w:r>
            <w:r w:rsidR="005705E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4A1022" w:rsidRPr="008B4FE6" w14:paraId="2A79CE33" w14:textId="77777777" w:rsidTr="00CA2CC7">
        <w:trPr>
          <w:trHeight w:val="712"/>
        </w:trPr>
        <w:tc>
          <w:tcPr>
            <w:tcW w:w="1091" w:type="pct"/>
            <w:gridSpan w:val="2"/>
            <w:shd w:val="clear" w:color="auto" w:fill="FFFFFF"/>
            <w:vAlign w:val="center"/>
          </w:tcPr>
          <w:p w14:paraId="6BED3246" w14:textId="77777777"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14:paraId="05AE8B03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417B501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</w:rPr>
              <w:t>Projekt rozporządzenia nie ma wpływu na wskazane obszary.</w:t>
            </w:r>
          </w:p>
          <w:p w14:paraId="6C87A2B4" w14:textId="77777777"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14:paraId="734FFEF5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1DE84948" w14:textId="77777777" w:rsidR="004A1022" w:rsidRPr="00627221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4A1022" w:rsidRPr="008B4FE6" w14:paraId="7472D3C3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14:paraId="5EF4F8DC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</w:p>
          <w:p w14:paraId="76FBF380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Projektowane rozporządzenie wejdzie w życie w dniu następującym po dniu ogłoszenia.</w:t>
            </w:r>
          </w:p>
          <w:p w14:paraId="3AB95EB3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4A1022" w:rsidRPr="008B4FE6" w14:paraId="5E98FA04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7432DEC4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4A1022" w:rsidRPr="008B4FE6" w14:paraId="2BC39406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14:paraId="2DBC4C30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14:paraId="213B00B9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14:paraId="091261B5" w14:textId="77777777"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4A1022" w:rsidRPr="008B4FE6" w14:paraId="1AEECAEF" w14:textId="77777777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14:paraId="6F9773E0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20453AD5" w14:textId="77777777"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</w:tbl>
    <w:p w14:paraId="55EBE639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48D57" w14:textId="77777777" w:rsidR="005705E8" w:rsidRDefault="005705E8">
      <w:r>
        <w:separator/>
      </w:r>
    </w:p>
  </w:endnote>
  <w:endnote w:type="continuationSeparator" w:id="0">
    <w:p w14:paraId="0FF81A63" w14:textId="77777777" w:rsidR="005705E8" w:rsidRDefault="0057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85104" w14:textId="77777777" w:rsidR="005705E8" w:rsidRDefault="005705E8">
      <w:r>
        <w:separator/>
      </w:r>
    </w:p>
  </w:footnote>
  <w:footnote w:type="continuationSeparator" w:id="0">
    <w:p w14:paraId="51B11E0C" w14:textId="77777777" w:rsidR="005705E8" w:rsidRDefault="005705E8">
      <w:r>
        <w:continuationSeparator/>
      </w:r>
    </w:p>
  </w:footnote>
  <w:footnote w:id="1">
    <w:p w14:paraId="7C546E50" w14:textId="77777777" w:rsidR="00336429" w:rsidRDefault="00336429" w:rsidP="00A042E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 xml:space="preserve">) </w:t>
      </w:r>
      <w:r>
        <w:t xml:space="preserve"> Minister Cyfryzacji kieruje działem administracji rządowej – informatyzacja, na podstawie </w:t>
      </w:r>
      <w:r w:rsidRPr="00A042E0">
        <w:t>§</w:t>
      </w:r>
      <w:r>
        <w:t xml:space="preserve"> 1 ust. 2 rozporządzenia Prezesa Rady ministrów z dnia 20 kwietnia 2018 r. w sprawie szczegółowego zakresu działania Ministra Cyfryzacji (Dz. U. poz. 761).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CD0A7" w14:textId="77777777" w:rsidR="00336429" w:rsidRPr="00B371CC" w:rsidRDefault="0033642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25AB7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DC6106A"/>
    <w:multiLevelType w:val="hybridMultilevel"/>
    <w:tmpl w:val="3A2C06FA"/>
    <w:lvl w:ilvl="0" w:tplc="8FAC4B8A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CD543E2"/>
    <w:multiLevelType w:val="hybridMultilevel"/>
    <w:tmpl w:val="788E7A3A"/>
    <w:lvl w:ilvl="0" w:tplc="237CAF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3DD0F4D"/>
    <w:multiLevelType w:val="hybridMultilevel"/>
    <w:tmpl w:val="81FABA9A"/>
    <w:lvl w:ilvl="0" w:tplc="593A999A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1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F496BD1"/>
    <w:multiLevelType w:val="hybridMultilevel"/>
    <w:tmpl w:val="EB4C7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</w:num>
  <w:num w:numId="3">
    <w:abstractNumId w:val="20"/>
  </w:num>
  <w:num w:numId="4">
    <w:abstractNumId w:val="20"/>
  </w:num>
  <w:num w:numId="5">
    <w:abstractNumId w:val="39"/>
  </w:num>
  <w:num w:numId="6">
    <w:abstractNumId w:val="35"/>
  </w:num>
  <w:num w:numId="7">
    <w:abstractNumId w:val="39"/>
  </w:num>
  <w:num w:numId="8">
    <w:abstractNumId w:val="35"/>
  </w:num>
  <w:num w:numId="9">
    <w:abstractNumId w:val="39"/>
  </w:num>
  <w:num w:numId="10">
    <w:abstractNumId w:val="35"/>
  </w:num>
  <w:num w:numId="11">
    <w:abstractNumId w:val="15"/>
  </w:num>
  <w:num w:numId="12">
    <w:abstractNumId w:val="10"/>
  </w:num>
  <w:num w:numId="13">
    <w:abstractNumId w:val="17"/>
  </w:num>
  <w:num w:numId="14">
    <w:abstractNumId w:val="30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7"/>
  </w:num>
  <w:num w:numId="28">
    <w:abstractNumId w:val="29"/>
  </w:num>
  <w:num w:numId="29">
    <w:abstractNumId w:val="40"/>
  </w:num>
  <w:num w:numId="30">
    <w:abstractNumId w:val="36"/>
  </w:num>
  <w:num w:numId="31">
    <w:abstractNumId w:val="21"/>
  </w:num>
  <w:num w:numId="32">
    <w:abstractNumId w:val="11"/>
  </w:num>
  <w:num w:numId="33">
    <w:abstractNumId w:val="34"/>
  </w:num>
  <w:num w:numId="34">
    <w:abstractNumId w:val="23"/>
  </w:num>
  <w:num w:numId="35">
    <w:abstractNumId w:val="19"/>
  </w:num>
  <w:num w:numId="36">
    <w:abstractNumId w:val="25"/>
  </w:num>
  <w:num w:numId="37">
    <w:abstractNumId w:val="31"/>
  </w:num>
  <w:num w:numId="38">
    <w:abstractNumId w:val="28"/>
  </w:num>
  <w:num w:numId="39">
    <w:abstractNumId w:val="14"/>
  </w:num>
  <w:num w:numId="40">
    <w:abstractNumId w:val="33"/>
  </w:num>
  <w:num w:numId="41">
    <w:abstractNumId w:val="32"/>
  </w:num>
  <w:num w:numId="42">
    <w:abstractNumId w:val="24"/>
  </w:num>
  <w:num w:numId="43">
    <w:abstractNumId w:val="38"/>
  </w:num>
  <w:num w:numId="44">
    <w:abstractNumId w:val="13"/>
  </w:num>
  <w:num w:numId="45">
    <w:abstractNumId w:val="27"/>
  </w:num>
  <w:num w:numId="46">
    <w:abstractNumId w:val="22"/>
  </w:num>
  <w:num w:numId="47">
    <w:abstractNumId w:val="16"/>
  </w:num>
  <w:num w:numId="48">
    <w:abstractNumId w:val="12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E"/>
    <w:rsid w:val="000001C8"/>
    <w:rsid w:val="000012DA"/>
    <w:rsid w:val="0000246E"/>
    <w:rsid w:val="00003862"/>
    <w:rsid w:val="000128B5"/>
    <w:rsid w:val="00012A35"/>
    <w:rsid w:val="00016099"/>
    <w:rsid w:val="0001752D"/>
    <w:rsid w:val="00017DC2"/>
    <w:rsid w:val="00021522"/>
    <w:rsid w:val="00023471"/>
    <w:rsid w:val="00023F13"/>
    <w:rsid w:val="00025AB7"/>
    <w:rsid w:val="00030634"/>
    <w:rsid w:val="000319C1"/>
    <w:rsid w:val="00031A8B"/>
    <w:rsid w:val="00031BCA"/>
    <w:rsid w:val="000330FA"/>
    <w:rsid w:val="0003362F"/>
    <w:rsid w:val="00036B63"/>
    <w:rsid w:val="00037E1A"/>
    <w:rsid w:val="00041E3D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66B3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7C7E"/>
    <w:rsid w:val="000B298D"/>
    <w:rsid w:val="000B5B2D"/>
    <w:rsid w:val="000B5DCE"/>
    <w:rsid w:val="000C05BA"/>
    <w:rsid w:val="000C0E8F"/>
    <w:rsid w:val="000C4BC4"/>
    <w:rsid w:val="000C4F01"/>
    <w:rsid w:val="000C6A13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6C5E"/>
    <w:rsid w:val="001E1E73"/>
    <w:rsid w:val="001E4E0C"/>
    <w:rsid w:val="001E526D"/>
    <w:rsid w:val="001E5655"/>
    <w:rsid w:val="001F1832"/>
    <w:rsid w:val="001F2164"/>
    <w:rsid w:val="001F220F"/>
    <w:rsid w:val="001F25B3"/>
    <w:rsid w:val="001F6616"/>
    <w:rsid w:val="00202BD4"/>
    <w:rsid w:val="002034D6"/>
    <w:rsid w:val="00204A97"/>
    <w:rsid w:val="002114EF"/>
    <w:rsid w:val="00215A7E"/>
    <w:rsid w:val="002166AD"/>
    <w:rsid w:val="00217871"/>
    <w:rsid w:val="00220EE6"/>
    <w:rsid w:val="00221ED8"/>
    <w:rsid w:val="002231EA"/>
    <w:rsid w:val="00223FDF"/>
    <w:rsid w:val="002279C0"/>
    <w:rsid w:val="00235D3F"/>
    <w:rsid w:val="0023727E"/>
    <w:rsid w:val="0024057A"/>
    <w:rsid w:val="00242081"/>
    <w:rsid w:val="00243777"/>
    <w:rsid w:val="002441CD"/>
    <w:rsid w:val="00244E87"/>
    <w:rsid w:val="002501A3"/>
    <w:rsid w:val="0025166C"/>
    <w:rsid w:val="00251BE8"/>
    <w:rsid w:val="002555D4"/>
    <w:rsid w:val="00261A16"/>
    <w:rsid w:val="00263522"/>
    <w:rsid w:val="00264EC6"/>
    <w:rsid w:val="00266F0A"/>
    <w:rsid w:val="00271013"/>
    <w:rsid w:val="00272BB3"/>
    <w:rsid w:val="00273FE4"/>
    <w:rsid w:val="002765B4"/>
    <w:rsid w:val="00276A94"/>
    <w:rsid w:val="0029405D"/>
    <w:rsid w:val="00294FA6"/>
    <w:rsid w:val="00295A6F"/>
    <w:rsid w:val="002A20C4"/>
    <w:rsid w:val="002A570F"/>
    <w:rsid w:val="002A66E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36429"/>
    <w:rsid w:val="00336C81"/>
    <w:rsid w:val="00341A6A"/>
    <w:rsid w:val="00345B9C"/>
    <w:rsid w:val="00352DAE"/>
    <w:rsid w:val="00354EB9"/>
    <w:rsid w:val="003602AE"/>
    <w:rsid w:val="00360929"/>
    <w:rsid w:val="003630EE"/>
    <w:rsid w:val="003647D5"/>
    <w:rsid w:val="003674B0"/>
    <w:rsid w:val="0037727C"/>
    <w:rsid w:val="00377E70"/>
    <w:rsid w:val="00380904"/>
    <w:rsid w:val="003823EE"/>
    <w:rsid w:val="00382960"/>
    <w:rsid w:val="003843DD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4C0"/>
    <w:rsid w:val="003A306E"/>
    <w:rsid w:val="003A60DC"/>
    <w:rsid w:val="003A6A46"/>
    <w:rsid w:val="003A78CF"/>
    <w:rsid w:val="003A7A63"/>
    <w:rsid w:val="003B000C"/>
    <w:rsid w:val="003B0F1D"/>
    <w:rsid w:val="003B4A57"/>
    <w:rsid w:val="003C0AD9"/>
    <w:rsid w:val="003C0ED0"/>
    <w:rsid w:val="003C1D49"/>
    <w:rsid w:val="003C3070"/>
    <w:rsid w:val="003C35C4"/>
    <w:rsid w:val="003D0B04"/>
    <w:rsid w:val="003D12C2"/>
    <w:rsid w:val="003D31B9"/>
    <w:rsid w:val="003D3867"/>
    <w:rsid w:val="003E0D1A"/>
    <w:rsid w:val="003E2DA3"/>
    <w:rsid w:val="003E718A"/>
    <w:rsid w:val="003F020D"/>
    <w:rsid w:val="003F03D9"/>
    <w:rsid w:val="003F2FBE"/>
    <w:rsid w:val="003F318D"/>
    <w:rsid w:val="003F5BAE"/>
    <w:rsid w:val="003F6ED7"/>
    <w:rsid w:val="00401C84"/>
    <w:rsid w:val="00403210"/>
    <w:rsid w:val="004034CF"/>
    <w:rsid w:val="004035BB"/>
    <w:rsid w:val="004035EB"/>
    <w:rsid w:val="00405291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E95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1022"/>
    <w:rsid w:val="004A2001"/>
    <w:rsid w:val="004A3590"/>
    <w:rsid w:val="004A3FB7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59D4"/>
    <w:rsid w:val="004C7EE7"/>
    <w:rsid w:val="004D2DEE"/>
    <w:rsid w:val="004D2E1F"/>
    <w:rsid w:val="004D7FD9"/>
    <w:rsid w:val="004E0687"/>
    <w:rsid w:val="004E1324"/>
    <w:rsid w:val="004E1429"/>
    <w:rsid w:val="004E19A5"/>
    <w:rsid w:val="004E37E5"/>
    <w:rsid w:val="004E3FDB"/>
    <w:rsid w:val="004F1F4A"/>
    <w:rsid w:val="004F296D"/>
    <w:rsid w:val="004F508B"/>
    <w:rsid w:val="004F575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256A"/>
    <w:rsid w:val="005635ED"/>
    <w:rsid w:val="00565253"/>
    <w:rsid w:val="00570191"/>
    <w:rsid w:val="00570570"/>
    <w:rsid w:val="005705E8"/>
    <w:rsid w:val="00572512"/>
    <w:rsid w:val="00573EE6"/>
    <w:rsid w:val="0057547F"/>
    <w:rsid w:val="005754EE"/>
    <w:rsid w:val="0057617E"/>
    <w:rsid w:val="00576497"/>
    <w:rsid w:val="00580203"/>
    <w:rsid w:val="00580ED7"/>
    <w:rsid w:val="005835E7"/>
    <w:rsid w:val="0058397F"/>
    <w:rsid w:val="00583BF8"/>
    <w:rsid w:val="00584C5F"/>
    <w:rsid w:val="00585F33"/>
    <w:rsid w:val="00591124"/>
    <w:rsid w:val="00597024"/>
    <w:rsid w:val="005A0274"/>
    <w:rsid w:val="005A095C"/>
    <w:rsid w:val="005A669D"/>
    <w:rsid w:val="005A75D8"/>
    <w:rsid w:val="005B04C1"/>
    <w:rsid w:val="005B713E"/>
    <w:rsid w:val="005C03B6"/>
    <w:rsid w:val="005C348E"/>
    <w:rsid w:val="005C68E1"/>
    <w:rsid w:val="005D0C84"/>
    <w:rsid w:val="005D3763"/>
    <w:rsid w:val="005D55E1"/>
    <w:rsid w:val="005E19F7"/>
    <w:rsid w:val="005E4F04"/>
    <w:rsid w:val="005E62C2"/>
    <w:rsid w:val="005E6C71"/>
    <w:rsid w:val="005F0963"/>
    <w:rsid w:val="005F27B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7A2E"/>
    <w:rsid w:val="00642A65"/>
    <w:rsid w:val="00645DCE"/>
    <w:rsid w:val="006464C1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4AC1"/>
    <w:rsid w:val="006C419E"/>
    <w:rsid w:val="006C4A31"/>
    <w:rsid w:val="006C5AC2"/>
    <w:rsid w:val="006C6AFB"/>
    <w:rsid w:val="006D2735"/>
    <w:rsid w:val="006D45B2"/>
    <w:rsid w:val="006D5C89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3550"/>
    <w:rsid w:val="007A5150"/>
    <w:rsid w:val="007A5373"/>
    <w:rsid w:val="007A708C"/>
    <w:rsid w:val="007A789F"/>
    <w:rsid w:val="007B75BC"/>
    <w:rsid w:val="007C0BD6"/>
    <w:rsid w:val="007C3806"/>
    <w:rsid w:val="007C5BB7"/>
    <w:rsid w:val="007D0484"/>
    <w:rsid w:val="007D07D5"/>
    <w:rsid w:val="007D1C64"/>
    <w:rsid w:val="007D32DD"/>
    <w:rsid w:val="007D373E"/>
    <w:rsid w:val="007D6DCE"/>
    <w:rsid w:val="007D72C4"/>
    <w:rsid w:val="007E2CFE"/>
    <w:rsid w:val="007E59C9"/>
    <w:rsid w:val="007F0072"/>
    <w:rsid w:val="007F2EB6"/>
    <w:rsid w:val="007F3C16"/>
    <w:rsid w:val="007F4147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815"/>
    <w:rsid w:val="00885AE7"/>
    <w:rsid w:val="00886B60"/>
    <w:rsid w:val="00887889"/>
    <w:rsid w:val="008920FF"/>
    <w:rsid w:val="008926E8"/>
    <w:rsid w:val="00892E45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213"/>
    <w:rsid w:val="008D2434"/>
    <w:rsid w:val="008E171D"/>
    <w:rsid w:val="008E2785"/>
    <w:rsid w:val="008E78A3"/>
    <w:rsid w:val="008F0654"/>
    <w:rsid w:val="008F06CB"/>
    <w:rsid w:val="008F2E83"/>
    <w:rsid w:val="008F612A"/>
    <w:rsid w:val="009004FB"/>
    <w:rsid w:val="0090293D"/>
    <w:rsid w:val="009034DE"/>
    <w:rsid w:val="00905396"/>
    <w:rsid w:val="0090605D"/>
    <w:rsid w:val="00906419"/>
    <w:rsid w:val="0091058E"/>
    <w:rsid w:val="00912889"/>
    <w:rsid w:val="00912DB6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99"/>
    <w:rsid w:val="00946DD0"/>
    <w:rsid w:val="009509E6"/>
    <w:rsid w:val="00952018"/>
    <w:rsid w:val="00952800"/>
    <w:rsid w:val="0095300D"/>
    <w:rsid w:val="009556B9"/>
    <w:rsid w:val="00956812"/>
    <w:rsid w:val="0095719A"/>
    <w:rsid w:val="009623E9"/>
    <w:rsid w:val="00963EEB"/>
    <w:rsid w:val="009648BC"/>
    <w:rsid w:val="00964C2F"/>
    <w:rsid w:val="00965F88"/>
    <w:rsid w:val="00975404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8C0"/>
    <w:rsid w:val="009C328C"/>
    <w:rsid w:val="009C41F8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2E0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7E2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4883"/>
    <w:rsid w:val="00A95936"/>
    <w:rsid w:val="00A96265"/>
    <w:rsid w:val="00A968A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7C49"/>
    <w:rsid w:val="00AE4179"/>
    <w:rsid w:val="00AE4425"/>
    <w:rsid w:val="00AE4FBE"/>
    <w:rsid w:val="00AE650F"/>
    <w:rsid w:val="00AE6555"/>
    <w:rsid w:val="00AE7A8B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252D"/>
    <w:rsid w:val="00B830B7"/>
    <w:rsid w:val="00B848EA"/>
    <w:rsid w:val="00B84B2B"/>
    <w:rsid w:val="00B870E7"/>
    <w:rsid w:val="00B90500"/>
    <w:rsid w:val="00B9176C"/>
    <w:rsid w:val="00B92C75"/>
    <w:rsid w:val="00B935A4"/>
    <w:rsid w:val="00BA561A"/>
    <w:rsid w:val="00BB0DC6"/>
    <w:rsid w:val="00BB15E4"/>
    <w:rsid w:val="00BB1E19"/>
    <w:rsid w:val="00BB21D1"/>
    <w:rsid w:val="00BB32F2"/>
    <w:rsid w:val="00BB3D07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6278"/>
    <w:rsid w:val="00BE0145"/>
    <w:rsid w:val="00BE0C44"/>
    <w:rsid w:val="00BE1B8B"/>
    <w:rsid w:val="00BE2A18"/>
    <w:rsid w:val="00BE2C01"/>
    <w:rsid w:val="00BE3CFD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0260"/>
    <w:rsid w:val="00C11943"/>
    <w:rsid w:val="00C12E96"/>
    <w:rsid w:val="00C14763"/>
    <w:rsid w:val="00C16141"/>
    <w:rsid w:val="00C21B6F"/>
    <w:rsid w:val="00C2363F"/>
    <w:rsid w:val="00C236C8"/>
    <w:rsid w:val="00C260B1"/>
    <w:rsid w:val="00C26E56"/>
    <w:rsid w:val="00C31406"/>
    <w:rsid w:val="00C35872"/>
    <w:rsid w:val="00C37194"/>
    <w:rsid w:val="00C40637"/>
    <w:rsid w:val="00C40F6C"/>
    <w:rsid w:val="00C44426"/>
    <w:rsid w:val="00C445F3"/>
    <w:rsid w:val="00C451F4"/>
    <w:rsid w:val="00C45EB1"/>
    <w:rsid w:val="00C53D33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CC7"/>
    <w:rsid w:val="00CB18D0"/>
    <w:rsid w:val="00CB1C8A"/>
    <w:rsid w:val="00CB24F5"/>
    <w:rsid w:val="00CB2663"/>
    <w:rsid w:val="00CB3BBE"/>
    <w:rsid w:val="00CB5414"/>
    <w:rsid w:val="00CB59E9"/>
    <w:rsid w:val="00CC0D6A"/>
    <w:rsid w:val="00CC3831"/>
    <w:rsid w:val="00CC3E3D"/>
    <w:rsid w:val="00CC519B"/>
    <w:rsid w:val="00CD12C1"/>
    <w:rsid w:val="00CD214E"/>
    <w:rsid w:val="00CD34D8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161"/>
    <w:rsid w:val="00D33387"/>
    <w:rsid w:val="00D402FB"/>
    <w:rsid w:val="00D47966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1090"/>
    <w:rsid w:val="00DA3FDD"/>
    <w:rsid w:val="00DA7017"/>
    <w:rsid w:val="00DA7028"/>
    <w:rsid w:val="00DB1AD2"/>
    <w:rsid w:val="00DB2B58"/>
    <w:rsid w:val="00DB2D9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1526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F17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4050"/>
    <w:rsid w:val="00EC0955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07DF"/>
    <w:rsid w:val="00F115CA"/>
    <w:rsid w:val="00F11EFF"/>
    <w:rsid w:val="00F14817"/>
    <w:rsid w:val="00F14EBA"/>
    <w:rsid w:val="00F1510F"/>
    <w:rsid w:val="00F1533A"/>
    <w:rsid w:val="00F15E5A"/>
    <w:rsid w:val="00F17F0A"/>
    <w:rsid w:val="00F21A70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0AD3"/>
    <w:rsid w:val="00F82E30"/>
    <w:rsid w:val="00F831CB"/>
    <w:rsid w:val="00F848A3"/>
    <w:rsid w:val="00F84ACF"/>
    <w:rsid w:val="00F85742"/>
    <w:rsid w:val="00F85BF8"/>
    <w:rsid w:val="00F86F02"/>
    <w:rsid w:val="00F871CE"/>
    <w:rsid w:val="00F87802"/>
    <w:rsid w:val="00F92C0A"/>
    <w:rsid w:val="00F9415B"/>
    <w:rsid w:val="00FA13C2"/>
    <w:rsid w:val="00FA71BF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060"/>
    <w:rsid w:val="00FE2D22"/>
    <w:rsid w:val="00FE5764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ECB8C"/>
  <w15:docId w15:val="{36C4C226-407F-4162-B66F-B0E9013D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73E"/>
    <w:pPr>
      <w:widowControl w:val="0"/>
      <w:autoSpaceDE w:val="0"/>
      <w:autoSpaceDN w:val="0"/>
      <w:adjustRightInd w:val="0"/>
      <w:spacing w:line="240" w:lineRule="auto"/>
    </w:pPr>
    <w:rPr>
      <w:rFonts w:ascii="Verdana" w:eastAsiaTheme="minorEastAsia" w:hAnsi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7F4147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AD7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oltunowicz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B0BC35-0536-4A1B-8376-ED93B2D6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8</Pages>
  <Words>1922</Words>
  <Characters>11538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Brzostek-Kleszcz Mirosława</dc:creator>
  <cp:lastModifiedBy>Śniegocka Aleksandra</cp:lastModifiedBy>
  <cp:revision>2</cp:revision>
  <cp:lastPrinted>2012-04-23T06:39:00Z</cp:lastPrinted>
  <dcterms:created xsi:type="dcterms:W3CDTF">2018-12-19T07:43:00Z</dcterms:created>
  <dcterms:modified xsi:type="dcterms:W3CDTF">2018-12-19T07:43:00Z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